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31" w:rsidRDefault="00213E31"/>
    <w:tbl>
      <w:tblPr>
        <w:tblpPr w:leftFromText="180" w:rightFromText="180" w:vertAnchor="text" w:horzAnchor="margin" w:tblpXSpec="right" w:tblpY="-271"/>
        <w:tblW w:w="0" w:type="auto"/>
        <w:tblLook w:val="00A0" w:firstRow="1" w:lastRow="0" w:firstColumn="1" w:lastColumn="0" w:noHBand="0" w:noVBand="0"/>
      </w:tblPr>
      <w:tblGrid>
        <w:gridCol w:w="4847"/>
      </w:tblGrid>
      <w:tr w:rsidR="00213E31" w:rsidTr="00E104BC">
        <w:trPr>
          <w:trHeight w:val="1716"/>
        </w:trPr>
        <w:tc>
          <w:tcPr>
            <w:tcW w:w="4847" w:type="dxa"/>
          </w:tcPr>
          <w:p w:rsidR="00213E31" w:rsidRDefault="00213E31" w:rsidP="00511D6D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ПРИЛОЖЕНИЕ № 1</w:t>
            </w:r>
          </w:p>
          <w:p w:rsidR="00213E31" w:rsidRDefault="00213E31" w:rsidP="004A6803">
            <w:pPr>
              <w:widowControl w:val="0"/>
              <w:autoSpaceDE w:val="0"/>
              <w:autoSpaceDN w:val="0"/>
              <w:adjustRightInd w:val="0"/>
              <w:ind w:left="145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 Порядку организации и проведения общественных обсуждений или публичных слушаний </w:t>
            </w:r>
            <w:r w:rsidRPr="00E104BC">
              <w:rPr>
                <w:rFonts w:ascii="Times New Roman CYR" w:hAnsi="Times New Roman CYR" w:cs="Times New Roman CYR"/>
                <w:color w:val="000000"/>
              </w:rPr>
              <w:t>по проект</w:t>
            </w:r>
            <w:r>
              <w:rPr>
                <w:rFonts w:ascii="Times New Roman CYR" w:hAnsi="Times New Roman CYR" w:cs="Times New Roman CYR"/>
                <w:color w:val="000000"/>
              </w:rPr>
              <w:t>у Правил благоустройства территории Юго-Северного сельского поселения Тихорецкого района</w:t>
            </w:r>
          </w:p>
        </w:tc>
      </w:tr>
    </w:tbl>
    <w:p w:rsidR="00213E31" w:rsidRDefault="00213E31" w:rsidP="00E70381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color w:val="000000"/>
          <w:sz w:val="28"/>
          <w:szCs w:val="28"/>
        </w:rPr>
      </w:pPr>
    </w:p>
    <w:p w:rsidR="00213E31" w:rsidRDefault="00213E31" w:rsidP="00E70381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color w:val="000000"/>
          <w:sz w:val="28"/>
          <w:szCs w:val="28"/>
        </w:rPr>
      </w:pPr>
    </w:p>
    <w:p w:rsidR="00213E31" w:rsidRDefault="00213E31" w:rsidP="00E70381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color w:val="000000"/>
          <w:sz w:val="28"/>
          <w:szCs w:val="28"/>
        </w:rPr>
      </w:pPr>
    </w:p>
    <w:p w:rsidR="00213E31" w:rsidRDefault="00213E31" w:rsidP="00E70381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color w:val="000000"/>
          <w:sz w:val="28"/>
          <w:szCs w:val="28"/>
        </w:rPr>
      </w:pPr>
    </w:p>
    <w:p w:rsidR="00213E31" w:rsidRDefault="00213E31" w:rsidP="00E70381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color w:val="000000"/>
          <w:sz w:val="28"/>
          <w:szCs w:val="28"/>
        </w:rPr>
      </w:pPr>
    </w:p>
    <w:p w:rsidR="00213E31" w:rsidRDefault="00213E31" w:rsidP="00E70381">
      <w:pPr>
        <w:pStyle w:val="NormalWeb"/>
        <w:spacing w:before="0" w:beforeAutospacing="0" w:after="0" w:afterAutospacing="0"/>
        <w:jc w:val="center"/>
        <w:rPr>
          <w:rStyle w:val="Strong"/>
          <w:b w:val="0"/>
          <w:bCs/>
          <w:color w:val="000000"/>
          <w:sz w:val="28"/>
          <w:szCs w:val="28"/>
        </w:rPr>
      </w:pPr>
    </w:p>
    <w:p w:rsidR="00213E31" w:rsidRDefault="00213E31" w:rsidP="006004D1">
      <w:pPr>
        <w:pStyle w:val="NormalWeb"/>
        <w:tabs>
          <w:tab w:val="left" w:pos="5055"/>
          <w:tab w:val="left" w:pos="5295"/>
        </w:tabs>
        <w:spacing w:before="0" w:beforeAutospacing="0" w:after="0" w:afterAutospacing="0"/>
        <w:rPr>
          <w:rStyle w:val="Strong"/>
          <w:b w:val="0"/>
          <w:bCs/>
          <w:color w:val="000000"/>
          <w:sz w:val="28"/>
          <w:szCs w:val="28"/>
        </w:rPr>
      </w:pPr>
      <w:r>
        <w:rPr>
          <w:rStyle w:val="Strong"/>
          <w:b w:val="0"/>
          <w:bCs/>
          <w:color w:val="000000"/>
          <w:sz w:val="28"/>
          <w:szCs w:val="28"/>
        </w:rPr>
        <w:tab/>
      </w:r>
    </w:p>
    <w:p w:rsidR="00213E31" w:rsidRDefault="00213E31" w:rsidP="006004D1">
      <w:pPr>
        <w:pStyle w:val="NormalWeb"/>
        <w:tabs>
          <w:tab w:val="left" w:pos="5055"/>
          <w:tab w:val="left" w:pos="5295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Strong"/>
          <w:b w:val="0"/>
          <w:bCs/>
          <w:color w:val="000000"/>
          <w:sz w:val="28"/>
          <w:szCs w:val="28"/>
        </w:rPr>
        <w:tab/>
      </w:r>
    </w:p>
    <w:p w:rsidR="00213E31" w:rsidRPr="00433E06" w:rsidRDefault="00213E31" w:rsidP="00E70381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33E06">
        <w:rPr>
          <w:color w:val="000000"/>
          <w:sz w:val="28"/>
          <w:szCs w:val="28"/>
        </w:rPr>
        <w:t xml:space="preserve">ОПОВЕЩЕНИЕ </w:t>
      </w:r>
    </w:p>
    <w:p w:rsidR="00213E31" w:rsidRPr="00433E06" w:rsidRDefault="00213E31" w:rsidP="00E70381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433E06">
        <w:rPr>
          <w:color w:val="000000"/>
          <w:sz w:val="28"/>
          <w:szCs w:val="28"/>
        </w:rPr>
        <w:t xml:space="preserve">о проведении общественных обсуждений </w:t>
      </w:r>
    </w:p>
    <w:p w:rsidR="00213E31" w:rsidRDefault="00213E31" w:rsidP="00E22C62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33E06">
        <w:rPr>
          <w:color w:val="000000"/>
          <w:sz w:val="28"/>
          <w:szCs w:val="28"/>
        </w:rPr>
        <w:t>или публичных слушаний по рассмотрению проекта</w:t>
      </w:r>
      <w:r>
        <w:rPr>
          <w:color w:val="000000"/>
          <w:sz w:val="28"/>
          <w:szCs w:val="28"/>
        </w:rPr>
        <w:t xml:space="preserve"> Правил </w:t>
      </w:r>
    </w:p>
    <w:p w:rsidR="00213E31" w:rsidRDefault="00213E31" w:rsidP="00E22C62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благоустройства территории Юго-Северного сельского поселения </w:t>
      </w:r>
    </w:p>
    <w:p w:rsidR="00213E31" w:rsidRDefault="00213E31" w:rsidP="00E22C62">
      <w:pPr>
        <w:pStyle w:val="NormalWe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Тихорецкого района</w:t>
      </w:r>
    </w:p>
    <w:p w:rsidR="00213E31" w:rsidRDefault="00213E31" w:rsidP="00433E06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13E31" w:rsidRDefault="00213E31" w:rsidP="00283C37">
      <w:pPr>
        <w:pStyle w:val="NormalWeb"/>
        <w:tabs>
          <w:tab w:val="left" w:pos="851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Юго-Северного сельского поселения Тихорецкого района оповещает, что на основании постановления администрации                    Юго-Северного </w:t>
      </w:r>
      <w:r w:rsidRPr="00544944">
        <w:rPr>
          <w:color w:val="000000"/>
          <w:sz w:val="28"/>
          <w:szCs w:val="28"/>
        </w:rPr>
        <w:t xml:space="preserve">сельского поселения Тихорецкого района </w:t>
      </w:r>
      <w:r>
        <w:rPr>
          <w:color w:val="000000"/>
          <w:sz w:val="28"/>
          <w:szCs w:val="28"/>
        </w:rPr>
        <w:t>от _________ № ___ с _______ по _______ в здании администрации поселения по адресу: 352110, Краснодарский край, Тихорецкий район, ст. Юго-Северная, ул. Северная,69, проводятся общественные обсуждения (публичные слушания) по проекту Правил благоустройства территории Юго-Северного сельского поселения Тихорецкого района (</w:t>
      </w:r>
      <w:r w:rsidRPr="00544944">
        <w:rPr>
          <w:color w:val="000000"/>
          <w:sz w:val="28"/>
          <w:szCs w:val="28"/>
        </w:rPr>
        <w:t xml:space="preserve">проекту </w:t>
      </w:r>
      <w:r>
        <w:rPr>
          <w:color w:val="000000"/>
          <w:sz w:val="28"/>
          <w:szCs w:val="28"/>
        </w:rPr>
        <w:t xml:space="preserve">решения Совета Юго-Северного </w:t>
      </w:r>
      <w:r w:rsidRPr="00544944">
        <w:rPr>
          <w:color w:val="000000"/>
          <w:sz w:val="28"/>
          <w:szCs w:val="28"/>
        </w:rPr>
        <w:t xml:space="preserve">сельского поселения Тихорецкого района </w:t>
      </w:r>
      <w:r>
        <w:rPr>
          <w:color w:val="000000"/>
          <w:sz w:val="28"/>
          <w:szCs w:val="28"/>
        </w:rPr>
        <w:t>«О внесении изменений в решение Совета  Юго-Северного сельского поселения Тихорецкого района от __________          № ____ «Об утверждении Правил благоустройства территории Юго-Северного сельского поселения Тихорецкого района») (далее - проект).</w:t>
      </w:r>
    </w:p>
    <w:p w:rsidR="00213E31" w:rsidRDefault="00213E31" w:rsidP="00283C37">
      <w:pPr>
        <w:pStyle w:val="NormalWeb"/>
        <w:tabs>
          <w:tab w:val="left" w:pos="851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Экспозиция проекта работает с _______________ по   _______________          (в рабочие часы) в холле здания администрации по адресу: ________________________________________________________________.</w:t>
      </w:r>
    </w:p>
    <w:p w:rsidR="00213E31" w:rsidRDefault="00213E31" w:rsidP="00283C37">
      <w:pPr>
        <w:pStyle w:val="NormalWeb"/>
        <w:tabs>
          <w:tab w:val="left" w:pos="851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размещен на сайте администрации -</w:t>
      </w:r>
      <w:r w:rsidRPr="007A329F">
        <w:rPr>
          <w:rStyle w:val="Hyperlink"/>
          <w:color w:val="000000"/>
          <w:sz w:val="28"/>
          <w:szCs w:val="28"/>
          <w:u w:val="none"/>
        </w:rPr>
        <w:t xml:space="preserve"> </w:t>
      </w:r>
      <w:r w:rsidRPr="007A329F">
        <w:rPr>
          <w:rStyle w:val="Hyperlink"/>
          <w:color w:val="000000"/>
          <w:sz w:val="28"/>
          <w:szCs w:val="28"/>
          <w:u w:val="none"/>
          <w:lang w:val="en-US"/>
        </w:rPr>
        <w:t>www</w:t>
      </w:r>
      <w:r w:rsidRPr="007A329F">
        <w:rPr>
          <w:rStyle w:val="Hyperlink"/>
          <w:color w:val="000000"/>
          <w:sz w:val="28"/>
          <w:szCs w:val="28"/>
          <w:u w:val="none"/>
        </w:rPr>
        <w:t>.</w:t>
      </w:r>
      <w:r w:rsidRPr="007251A5">
        <w:t xml:space="preserve"> </w:t>
      </w:r>
      <w:r w:rsidRPr="007A329F">
        <w:rPr>
          <w:rStyle w:val="Hyperlink"/>
          <w:color w:val="000000"/>
          <w:sz w:val="28"/>
          <w:szCs w:val="28"/>
          <w:u w:val="none"/>
        </w:rPr>
        <w:t xml:space="preserve">http://ugo-severnoe.ru/                           </w:t>
      </w:r>
      <w:r>
        <w:rPr>
          <w:sz w:val="28"/>
          <w:szCs w:val="28"/>
        </w:rPr>
        <w:t xml:space="preserve">в разделе </w:t>
      </w:r>
      <w:r w:rsidRPr="007251A5">
        <w:rPr>
          <w:sz w:val="28"/>
          <w:szCs w:val="28"/>
        </w:rPr>
        <w:t>«Градостроительная деятельность/Проекты документов»</w:t>
      </w:r>
      <w:r>
        <w:rPr>
          <w:color w:val="000000"/>
          <w:sz w:val="28"/>
          <w:szCs w:val="28"/>
        </w:rPr>
        <w:t>.</w:t>
      </w:r>
    </w:p>
    <w:p w:rsidR="00213E31" w:rsidRDefault="00213E31" w:rsidP="00433E06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Собрание участников публичных слушаний состоится в здании администрации поселения по вышеуказанному адресу, в ___ часов ________________.</w:t>
      </w:r>
    </w:p>
    <w:p w:rsidR="00213E31" w:rsidRPr="00AB0A76" w:rsidRDefault="00213E31" w:rsidP="00283C37">
      <w:pPr>
        <w:pStyle w:val="NormalWeb"/>
        <w:tabs>
          <w:tab w:val="left" w:pos="709"/>
          <w:tab w:val="left" w:pos="851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Предложения и замечания по проекту направляются по адресу: 352110, Краснодарский край, Тихорецкий район, ст. Юго-Северная, ул. Северная, 69, посредством записи в книге (журнале) учета посетителей экспозиции проекта, иным способом (указать).</w:t>
      </w:r>
    </w:p>
    <w:p w:rsidR="00213E31" w:rsidRDefault="00213E31" w:rsidP="00E70381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3E31" w:rsidRDefault="00213E31" w:rsidP="00E70381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3E31" w:rsidRDefault="00213E31" w:rsidP="00E70381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специалист администрации</w:t>
      </w:r>
    </w:p>
    <w:p w:rsidR="00213E31" w:rsidRDefault="00213E31" w:rsidP="00E70381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Юго-Северного сельского поселения </w:t>
      </w:r>
    </w:p>
    <w:p w:rsidR="00213E31" w:rsidRDefault="00213E31" w:rsidP="00E70381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Тихорецкого района                                                                                 О.Н. Попова</w:t>
      </w:r>
    </w:p>
    <w:sectPr w:rsidR="00213E31" w:rsidSect="00283C3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E31" w:rsidRDefault="00213E31" w:rsidP="00820991">
      <w:r>
        <w:separator/>
      </w:r>
    </w:p>
  </w:endnote>
  <w:endnote w:type="continuationSeparator" w:id="0">
    <w:p w:rsidR="00213E31" w:rsidRDefault="00213E31" w:rsidP="008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E31" w:rsidRDefault="00213E31" w:rsidP="00820991">
      <w:r>
        <w:separator/>
      </w:r>
    </w:p>
  </w:footnote>
  <w:footnote w:type="continuationSeparator" w:id="0">
    <w:p w:rsidR="00213E31" w:rsidRDefault="00213E31" w:rsidP="00820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31" w:rsidRDefault="00213E31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13E31" w:rsidRDefault="00213E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5B8"/>
    <w:rsid w:val="00092FC9"/>
    <w:rsid w:val="000A0855"/>
    <w:rsid w:val="001015B8"/>
    <w:rsid w:val="001932B1"/>
    <w:rsid w:val="001C0846"/>
    <w:rsid w:val="00213E31"/>
    <w:rsid w:val="00236449"/>
    <w:rsid w:val="0023779C"/>
    <w:rsid w:val="002408EB"/>
    <w:rsid w:val="00283C37"/>
    <w:rsid w:val="002D7148"/>
    <w:rsid w:val="003D5011"/>
    <w:rsid w:val="003F41CE"/>
    <w:rsid w:val="003F7B9F"/>
    <w:rsid w:val="00423CBB"/>
    <w:rsid w:val="00433E06"/>
    <w:rsid w:val="0045410D"/>
    <w:rsid w:val="004A6803"/>
    <w:rsid w:val="004D3FD3"/>
    <w:rsid w:val="00507489"/>
    <w:rsid w:val="00511D6D"/>
    <w:rsid w:val="00544944"/>
    <w:rsid w:val="005A741A"/>
    <w:rsid w:val="006004D1"/>
    <w:rsid w:val="006C6319"/>
    <w:rsid w:val="007251A5"/>
    <w:rsid w:val="007763E2"/>
    <w:rsid w:val="007A329F"/>
    <w:rsid w:val="00820991"/>
    <w:rsid w:val="00841CFA"/>
    <w:rsid w:val="00947E8F"/>
    <w:rsid w:val="00987C51"/>
    <w:rsid w:val="009B7B26"/>
    <w:rsid w:val="009F1D50"/>
    <w:rsid w:val="00AB0A76"/>
    <w:rsid w:val="00AC409B"/>
    <w:rsid w:val="00AD3064"/>
    <w:rsid w:val="00B45DDD"/>
    <w:rsid w:val="00BC43C1"/>
    <w:rsid w:val="00C11D80"/>
    <w:rsid w:val="00C378D0"/>
    <w:rsid w:val="00C740AD"/>
    <w:rsid w:val="00C80BB5"/>
    <w:rsid w:val="00CA4598"/>
    <w:rsid w:val="00CE7D76"/>
    <w:rsid w:val="00CF65B7"/>
    <w:rsid w:val="00D70411"/>
    <w:rsid w:val="00D806A2"/>
    <w:rsid w:val="00E07DA9"/>
    <w:rsid w:val="00E104BC"/>
    <w:rsid w:val="00E22C62"/>
    <w:rsid w:val="00E443D5"/>
    <w:rsid w:val="00E70381"/>
    <w:rsid w:val="00EB03E6"/>
    <w:rsid w:val="00F536A9"/>
    <w:rsid w:val="00FB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381"/>
    <w:rPr>
      <w:rFonts w:ascii="Times New Roman" w:eastAsia="Times New Roman" w:hAnsi="Times New Roman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E703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70381"/>
    <w:rPr>
      <w:rFonts w:ascii="Times New Roman" w:hAnsi="Times New Roman"/>
      <w:b/>
      <w:sz w:val="27"/>
      <w:lang w:val="x-none" w:eastAsia="ru-RU"/>
    </w:rPr>
  </w:style>
  <w:style w:type="character" w:styleId="Hyperlink">
    <w:name w:val="Hyperlink"/>
    <w:basedOn w:val="DefaultParagraphFont"/>
    <w:uiPriority w:val="99"/>
    <w:rsid w:val="00E70381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E70381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E70381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8209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20991"/>
    <w:rPr>
      <w:rFonts w:ascii="Times New Roman" w:hAnsi="Times New Roman"/>
      <w:sz w:val="28"/>
      <w:lang w:val="x-none" w:eastAsia="ru-RU"/>
    </w:rPr>
  </w:style>
  <w:style w:type="paragraph" w:styleId="Footer">
    <w:name w:val="footer"/>
    <w:basedOn w:val="Normal"/>
    <w:link w:val="FooterChar"/>
    <w:uiPriority w:val="99"/>
    <w:rsid w:val="0082099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0991"/>
    <w:rPr>
      <w:rFonts w:ascii="Times New Roman" w:hAnsi="Times New Roman"/>
      <w:sz w:val="28"/>
      <w:lang w:val="x-none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443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43D5"/>
    <w:rPr>
      <w:rFonts w:ascii="Segoe UI" w:hAnsi="Segoe UI"/>
      <w:sz w:val="18"/>
      <w:lang w:val="x-none" w:eastAsia="ru-RU"/>
    </w:rPr>
  </w:style>
  <w:style w:type="paragraph" w:customStyle="1" w:styleId="a">
    <w:name w:val="обычный_ Знак Знак Знак Знак Знак Знак Знак Знак Знак Знак Знак Знак"/>
    <w:basedOn w:val="Normal"/>
    <w:uiPriority w:val="99"/>
    <w:rsid w:val="007251A5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320</Words>
  <Characters>1829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</cp:lastModifiedBy>
  <cp:revision>11</cp:revision>
  <cp:lastPrinted>2019-02-26T08:11:00Z</cp:lastPrinted>
  <dcterms:created xsi:type="dcterms:W3CDTF">2018-12-25T06:02:00Z</dcterms:created>
  <dcterms:modified xsi:type="dcterms:W3CDTF">2019-02-26T08:12:00Z</dcterms:modified>
</cp:coreProperties>
</file>