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2B" w:rsidRDefault="00FC6C2B" w:rsidP="0074392A">
      <w:pPr>
        <w:rPr>
          <w:rFonts w:ascii="Times New Roman" w:hAnsi="Times New Roman"/>
          <w:sz w:val="28"/>
          <w:szCs w:val="28"/>
        </w:rPr>
      </w:pPr>
    </w:p>
    <w:p w:rsidR="00FC6C2B" w:rsidRPr="001E7613" w:rsidRDefault="00FC6C2B" w:rsidP="00107C8D">
      <w:pPr>
        <w:ind w:left="4962" w:hanging="2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ПРИЛОЖЕНИЕ №</w:t>
      </w:r>
      <w:r w:rsidRPr="001E7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 </w:t>
      </w:r>
    </w:p>
    <w:p w:rsidR="00FC6C2B" w:rsidRDefault="00FC6C2B" w:rsidP="00107C8D">
      <w:pPr>
        <w:tabs>
          <w:tab w:val="left" w:pos="4678"/>
          <w:tab w:val="left" w:pos="9653"/>
        </w:tabs>
        <w:spacing w:line="235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FC6C2B" w:rsidRDefault="00FC6C2B" w:rsidP="00107C8D">
      <w:pPr>
        <w:tabs>
          <w:tab w:val="left" w:pos="4678"/>
          <w:tab w:val="left" w:pos="9653"/>
        </w:tabs>
        <w:spacing w:line="235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Юго-Северного сельского поселения Тихорецкого района</w:t>
      </w:r>
    </w:p>
    <w:p w:rsidR="00FC6C2B" w:rsidRDefault="00FC6C2B" w:rsidP="00C0656E">
      <w:pPr>
        <w:tabs>
          <w:tab w:val="left" w:pos="4678"/>
          <w:tab w:val="left" w:pos="9653"/>
        </w:tabs>
        <w:spacing w:line="235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от 23.12.2015 г. № 54</w:t>
      </w:r>
    </w:p>
    <w:p w:rsidR="00FC6C2B" w:rsidRDefault="00FC6C2B" w:rsidP="00EE057C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FC6C2B" w:rsidRDefault="00FC6C2B" w:rsidP="00EE057C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FC6C2B" w:rsidRPr="007B2A1C" w:rsidRDefault="00FC6C2B" w:rsidP="00EE057C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FC6C2B" w:rsidRPr="00FD0CD3" w:rsidRDefault="00FC6C2B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>Распределе</w:t>
      </w:r>
      <w:r>
        <w:rPr>
          <w:rFonts w:ascii="Times New Roman" w:hAnsi="Times New Roman"/>
          <w:b/>
          <w:sz w:val="28"/>
          <w:szCs w:val="28"/>
        </w:rPr>
        <w:t xml:space="preserve">ние бюджетных ассигнований </w:t>
      </w:r>
      <w:bookmarkStart w:id="0" w:name="_GoBack"/>
      <w:bookmarkEnd w:id="0"/>
    </w:p>
    <w:p w:rsidR="00FC6C2B" w:rsidRPr="00FD0CD3" w:rsidRDefault="00FC6C2B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 xml:space="preserve">на осуществление бюджетных инвестиций </w:t>
      </w:r>
      <w:r>
        <w:rPr>
          <w:rFonts w:ascii="Times New Roman" w:hAnsi="Times New Roman"/>
          <w:b/>
          <w:sz w:val="28"/>
          <w:szCs w:val="28"/>
        </w:rPr>
        <w:t>в форме капитальных вложений в объекты муниципальной собственности Юго-Северного сельского поселения Тихорецкого района и предоставление муниципальным бюджетным учреждениям  Юго-Северного сельского поселения Тихорецкого района субсидий на осуществление капитальных вложений в объекты муниципальной собственности Юго-Северного сельского поселения Тихорецкого района, софинансирование капитальных вложений в которые осуществляется за счет межбюджетных субсидий из краевого бюджета, по объектам в 2016 году</w:t>
      </w:r>
    </w:p>
    <w:p w:rsidR="00FC6C2B" w:rsidRPr="009105B9" w:rsidRDefault="00FC6C2B" w:rsidP="00EE057C">
      <w:pPr>
        <w:spacing w:line="235" w:lineRule="auto"/>
        <w:jc w:val="center"/>
        <w:rPr>
          <w:rFonts w:ascii="Times New Roman" w:hAnsi="Times New Roman"/>
          <w:sz w:val="20"/>
          <w:szCs w:val="20"/>
        </w:rPr>
      </w:pPr>
    </w:p>
    <w:p w:rsidR="00FC6C2B" w:rsidRDefault="00FC6C2B" w:rsidP="00EE057C">
      <w:pPr>
        <w:spacing w:line="235" w:lineRule="auto"/>
        <w:jc w:val="right"/>
        <w:rPr>
          <w:rFonts w:ascii="Times New Roman" w:hAnsi="Times New Roman"/>
          <w:sz w:val="28"/>
          <w:szCs w:val="28"/>
        </w:rPr>
      </w:pPr>
      <w:r w:rsidRPr="008A7FB9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FC6C2B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C2B" w:rsidRPr="001435FF" w:rsidRDefault="00FC6C2B" w:rsidP="000340B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C2B" w:rsidRPr="008D66B7" w:rsidRDefault="00FC6C2B" w:rsidP="000340B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6C2B" w:rsidRPr="001435FF" w:rsidRDefault="00FC6C2B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FC6C2B" w:rsidRPr="001435FF" w:rsidRDefault="00FC6C2B" w:rsidP="00EE057C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FC6C2B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2B" w:rsidRPr="001435FF" w:rsidRDefault="00FC6C2B" w:rsidP="000340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2B" w:rsidRPr="001435FF" w:rsidRDefault="00FC6C2B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C2B" w:rsidRPr="001435FF" w:rsidRDefault="00FC6C2B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6C2B" w:rsidRPr="00A755D8">
        <w:trPr>
          <w:trHeight w:val="113"/>
        </w:trPr>
        <w:tc>
          <w:tcPr>
            <w:tcW w:w="561" w:type="dxa"/>
          </w:tcPr>
          <w:p w:rsidR="00FC6C2B" w:rsidRPr="00A755D8" w:rsidRDefault="00FC6C2B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FC6C2B" w:rsidRPr="00A755D8" w:rsidRDefault="00FC6C2B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FC6C2B" w:rsidRPr="00406B9B" w:rsidRDefault="00FC6C2B" w:rsidP="000340B3">
            <w:pPr>
              <w:spacing w:line="216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6C2B" w:rsidRPr="001435FF">
        <w:trPr>
          <w:trHeight w:val="113"/>
        </w:trPr>
        <w:tc>
          <w:tcPr>
            <w:tcW w:w="561" w:type="dxa"/>
            <w:vMerge w:val="restart"/>
          </w:tcPr>
          <w:p w:rsidR="00FC6C2B" w:rsidRPr="001435FF" w:rsidRDefault="00FC6C2B" w:rsidP="000340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00" w:type="dxa"/>
            <w:vMerge w:val="restart"/>
          </w:tcPr>
          <w:p w:rsidR="00FC6C2B" w:rsidRPr="009C2D45" w:rsidRDefault="00FC6C2B" w:rsidP="00D64F1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C6C2B" w:rsidRPr="00406B9B" w:rsidRDefault="00FC6C2B" w:rsidP="000340B3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C2B" w:rsidRPr="001435FF">
        <w:trPr>
          <w:trHeight w:val="113"/>
        </w:trPr>
        <w:tc>
          <w:tcPr>
            <w:tcW w:w="561" w:type="dxa"/>
            <w:vMerge/>
          </w:tcPr>
          <w:p w:rsidR="00FC6C2B" w:rsidRPr="001435FF" w:rsidRDefault="00FC6C2B" w:rsidP="000340B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FC6C2B" w:rsidRPr="001435FF" w:rsidRDefault="00FC6C2B" w:rsidP="000340B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FC6C2B" w:rsidRPr="00406B9B" w:rsidRDefault="00FC6C2B" w:rsidP="008D200A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6C2B" w:rsidRPr="00A755D8">
        <w:trPr>
          <w:trHeight w:val="113"/>
        </w:trPr>
        <w:tc>
          <w:tcPr>
            <w:tcW w:w="561" w:type="dxa"/>
          </w:tcPr>
          <w:p w:rsidR="00FC6C2B" w:rsidRPr="00A755D8" w:rsidRDefault="00FC6C2B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FC6C2B" w:rsidRPr="00A755D8" w:rsidRDefault="00FC6C2B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FC6C2B" w:rsidRPr="00A755D8" w:rsidRDefault="00FC6C2B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C6C2B" w:rsidRPr="00A755D8">
        <w:trPr>
          <w:trHeight w:val="113"/>
        </w:trPr>
        <w:tc>
          <w:tcPr>
            <w:tcW w:w="561" w:type="dxa"/>
          </w:tcPr>
          <w:p w:rsidR="00FC6C2B" w:rsidRPr="00A755D8" w:rsidRDefault="00FC6C2B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FC6C2B" w:rsidRPr="00A755D8" w:rsidRDefault="00FC6C2B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FC6C2B" w:rsidRPr="00A755D8" w:rsidRDefault="00FC6C2B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C6C2B" w:rsidRPr="00EE057C">
        <w:trPr>
          <w:trHeight w:val="113"/>
        </w:trPr>
        <w:tc>
          <w:tcPr>
            <w:tcW w:w="6961" w:type="dxa"/>
            <w:gridSpan w:val="2"/>
          </w:tcPr>
          <w:p w:rsidR="00FC6C2B" w:rsidRPr="00EE057C" w:rsidRDefault="00FC6C2B" w:rsidP="00EE05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E057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FC6C2B" w:rsidRPr="008D200A" w:rsidRDefault="00FC6C2B" w:rsidP="00406B9B">
            <w:pPr>
              <w:spacing w:line="21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C6C2B" w:rsidRPr="00EE057C" w:rsidRDefault="00FC6C2B">
      <w:pPr>
        <w:rPr>
          <w:rFonts w:ascii="Times New Roman" w:hAnsi="Times New Roman"/>
          <w:sz w:val="28"/>
          <w:szCs w:val="28"/>
        </w:rPr>
      </w:pPr>
    </w:p>
    <w:p w:rsidR="00FC6C2B" w:rsidRPr="00EE057C" w:rsidRDefault="00FC6C2B">
      <w:pPr>
        <w:rPr>
          <w:rFonts w:ascii="Times New Roman" w:hAnsi="Times New Roman"/>
          <w:sz w:val="28"/>
          <w:szCs w:val="28"/>
        </w:rPr>
      </w:pPr>
    </w:p>
    <w:p w:rsidR="00FC6C2B" w:rsidRPr="00EE057C" w:rsidRDefault="00FC6C2B">
      <w:pPr>
        <w:rPr>
          <w:rFonts w:ascii="Times New Roman" w:hAnsi="Times New Roman"/>
          <w:sz w:val="28"/>
          <w:szCs w:val="28"/>
        </w:rPr>
      </w:pPr>
    </w:p>
    <w:p w:rsidR="00FC6C2B" w:rsidRDefault="00FC6C2B" w:rsidP="00BF34F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Юго-Северного сельского </w:t>
      </w:r>
    </w:p>
    <w:p w:rsidR="00FC6C2B" w:rsidRPr="00E33120" w:rsidRDefault="00FC6C2B" w:rsidP="00BF34F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Тихорецкого района                                                           А.В.Кофанов</w:t>
      </w:r>
    </w:p>
    <w:p w:rsidR="00FC6C2B" w:rsidRDefault="00FC6C2B"/>
    <w:sectPr w:rsidR="00FC6C2B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37C5"/>
    <w:rsid w:val="000340B3"/>
    <w:rsid w:val="00034A14"/>
    <w:rsid w:val="00044597"/>
    <w:rsid w:val="000507A5"/>
    <w:rsid w:val="0006336F"/>
    <w:rsid w:val="00066BF0"/>
    <w:rsid w:val="0006740D"/>
    <w:rsid w:val="00071AF3"/>
    <w:rsid w:val="00075BB6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0F7764"/>
    <w:rsid w:val="001018D1"/>
    <w:rsid w:val="0010300F"/>
    <w:rsid w:val="00107C8D"/>
    <w:rsid w:val="0011250D"/>
    <w:rsid w:val="00113F65"/>
    <w:rsid w:val="00126286"/>
    <w:rsid w:val="0012630C"/>
    <w:rsid w:val="00131D89"/>
    <w:rsid w:val="0013640F"/>
    <w:rsid w:val="0013704F"/>
    <w:rsid w:val="00137D08"/>
    <w:rsid w:val="001435FF"/>
    <w:rsid w:val="00147079"/>
    <w:rsid w:val="0015580F"/>
    <w:rsid w:val="00162BBF"/>
    <w:rsid w:val="001667D8"/>
    <w:rsid w:val="00172EEA"/>
    <w:rsid w:val="00180471"/>
    <w:rsid w:val="00182931"/>
    <w:rsid w:val="0018630C"/>
    <w:rsid w:val="00194E03"/>
    <w:rsid w:val="001A0A37"/>
    <w:rsid w:val="001B0A71"/>
    <w:rsid w:val="001C0B1C"/>
    <w:rsid w:val="001D1B28"/>
    <w:rsid w:val="001E6153"/>
    <w:rsid w:val="001E757F"/>
    <w:rsid w:val="001E761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610C6"/>
    <w:rsid w:val="0026213B"/>
    <w:rsid w:val="0026402B"/>
    <w:rsid w:val="002657B0"/>
    <w:rsid w:val="00267E82"/>
    <w:rsid w:val="00273C4C"/>
    <w:rsid w:val="00273F85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D7F87"/>
    <w:rsid w:val="002E042E"/>
    <w:rsid w:val="002E1037"/>
    <w:rsid w:val="002E35EC"/>
    <w:rsid w:val="002E6D78"/>
    <w:rsid w:val="002F6678"/>
    <w:rsid w:val="00302DE0"/>
    <w:rsid w:val="00311073"/>
    <w:rsid w:val="00315B9E"/>
    <w:rsid w:val="0031774C"/>
    <w:rsid w:val="003217C5"/>
    <w:rsid w:val="00326635"/>
    <w:rsid w:val="00343B14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3DE9"/>
    <w:rsid w:val="003A5A02"/>
    <w:rsid w:val="003B1B07"/>
    <w:rsid w:val="003B6B6B"/>
    <w:rsid w:val="003B6E15"/>
    <w:rsid w:val="003C0FAA"/>
    <w:rsid w:val="003D66F0"/>
    <w:rsid w:val="003F5AFA"/>
    <w:rsid w:val="004013BA"/>
    <w:rsid w:val="00406B9B"/>
    <w:rsid w:val="00410D55"/>
    <w:rsid w:val="004147DE"/>
    <w:rsid w:val="00416CA1"/>
    <w:rsid w:val="0042235E"/>
    <w:rsid w:val="00424908"/>
    <w:rsid w:val="0043669E"/>
    <w:rsid w:val="004414A4"/>
    <w:rsid w:val="00465F51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1703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96B18"/>
    <w:rsid w:val="005A65AF"/>
    <w:rsid w:val="005A7B17"/>
    <w:rsid w:val="005B4EA7"/>
    <w:rsid w:val="005C04B8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09CD"/>
    <w:rsid w:val="0062670C"/>
    <w:rsid w:val="006375B7"/>
    <w:rsid w:val="00653EA4"/>
    <w:rsid w:val="00656BDF"/>
    <w:rsid w:val="006638FB"/>
    <w:rsid w:val="00670F51"/>
    <w:rsid w:val="00677633"/>
    <w:rsid w:val="006872B5"/>
    <w:rsid w:val="00687529"/>
    <w:rsid w:val="00690313"/>
    <w:rsid w:val="00690DD8"/>
    <w:rsid w:val="0069643B"/>
    <w:rsid w:val="006979B2"/>
    <w:rsid w:val="006B3B43"/>
    <w:rsid w:val="006C1FFB"/>
    <w:rsid w:val="006C25C5"/>
    <w:rsid w:val="006D35B6"/>
    <w:rsid w:val="006D383B"/>
    <w:rsid w:val="006E7535"/>
    <w:rsid w:val="006F15C6"/>
    <w:rsid w:val="006F1E13"/>
    <w:rsid w:val="006F4286"/>
    <w:rsid w:val="00700360"/>
    <w:rsid w:val="00705272"/>
    <w:rsid w:val="007056DB"/>
    <w:rsid w:val="0070788F"/>
    <w:rsid w:val="00722CF6"/>
    <w:rsid w:val="007309ED"/>
    <w:rsid w:val="00736018"/>
    <w:rsid w:val="00740DD1"/>
    <w:rsid w:val="0074392A"/>
    <w:rsid w:val="00747137"/>
    <w:rsid w:val="0075219E"/>
    <w:rsid w:val="00753913"/>
    <w:rsid w:val="007548DF"/>
    <w:rsid w:val="00754909"/>
    <w:rsid w:val="00780E7F"/>
    <w:rsid w:val="0078718A"/>
    <w:rsid w:val="00793E7C"/>
    <w:rsid w:val="007A555F"/>
    <w:rsid w:val="007A7F32"/>
    <w:rsid w:val="007B24A3"/>
    <w:rsid w:val="007B2A1C"/>
    <w:rsid w:val="007C265F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7FB9"/>
    <w:rsid w:val="008B0254"/>
    <w:rsid w:val="008B0313"/>
    <w:rsid w:val="008B5548"/>
    <w:rsid w:val="008C1A22"/>
    <w:rsid w:val="008C44C2"/>
    <w:rsid w:val="008C69E8"/>
    <w:rsid w:val="008C78EA"/>
    <w:rsid w:val="008D200A"/>
    <w:rsid w:val="008D5849"/>
    <w:rsid w:val="008D66B7"/>
    <w:rsid w:val="008D7829"/>
    <w:rsid w:val="008E0D80"/>
    <w:rsid w:val="008E5BC8"/>
    <w:rsid w:val="008F05C1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0E03"/>
    <w:rsid w:val="00973D94"/>
    <w:rsid w:val="009759D6"/>
    <w:rsid w:val="0097662E"/>
    <w:rsid w:val="009B075F"/>
    <w:rsid w:val="009B5BC5"/>
    <w:rsid w:val="009C2D45"/>
    <w:rsid w:val="009C4723"/>
    <w:rsid w:val="009C5FC0"/>
    <w:rsid w:val="009C7A9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AD6"/>
    <w:rsid w:val="00A51DA4"/>
    <w:rsid w:val="00A51FA5"/>
    <w:rsid w:val="00A568CB"/>
    <w:rsid w:val="00A61A81"/>
    <w:rsid w:val="00A63A2F"/>
    <w:rsid w:val="00A755D8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13D76"/>
    <w:rsid w:val="00B2374C"/>
    <w:rsid w:val="00B25860"/>
    <w:rsid w:val="00B25C23"/>
    <w:rsid w:val="00B41947"/>
    <w:rsid w:val="00B4400F"/>
    <w:rsid w:val="00B504DD"/>
    <w:rsid w:val="00B51A2C"/>
    <w:rsid w:val="00B557B0"/>
    <w:rsid w:val="00B6189F"/>
    <w:rsid w:val="00B628CC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F262D"/>
    <w:rsid w:val="00BF34FC"/>
    <w:rsid w:val="00C0656E"/>
    <w:rsid w:val="00C16F98"/>
    <w:rsid w:val="00C20397"/>
    <w:rsid w:val="00C208FF"/>
    <w:rsid w:val="00C24B9A"/>
    <w:rsid w:val="00C26560"/>
    <w:rsid w:val="00C35B33"/>
    <w:rsid w:val="00C405A8"/>
    <w:rsid w:val="00C4313B"/>
    <w:rsid w:val="00C44B40"/>
    <w:rsid w:val="00C56AF9"/>
    <w:rsid w:val="00C63C9A"/>
    <w:rsid w:val="00C663A2"/>
    <w:rsid w:val="00C70E00"/>
    <w:rsid w:val="00C83E9B"/>
    <w:rsid w:val="00CB10FB"/>
    <w:rsid w:val="00CB658F"/>
    <w:rsid w:val="00CB7428"/>
    <w:rsid w:val="00CC4E70"/>
    <w:rsid w:val="00CC4FD2"/>
    <w:rsid w:val="00CC55CF"/>
    <w:rsid w:val="00CC75AC"/>
    <w:rsid w:val="00CE0447"/>
    <w:rsid w:val="00CE141D"/>
    <w:rsid w:val="00CF6026"/>
    <w:rsid w:val="00CF6B57"/>
    <w:rsid w:val="00CF7199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0C5"/>
    <w:rsid w:val="00D41357"/>
    <w:rsid w:val="00D558D5"/>
    <w:rsid w:val="00D64F1F"/>
    <w:rsid w:val="00D679EA"/>
    <w:rsid w:val="00D7341E"/>
    <w:rsid w:val="00D836A6"/>
    <w:rsid w:val="00DB0DE5"/>
    <w:rsid w:val="00DB7DD6"/>
    <w:rsid w:val="00DC08DE"/>
    <w:rsid w:val="00DD1C14"/>
    <w:rsid w:val="00DD7EF8"/>
    <w:rsid w:val="00DE52DD"/>
    <w:rsid w:val="00DF1B2E"/>
    <w:rsid w:val="00E001ED"/>
    <w:rsid w:val="00E04D5F"/>
    <w:rsid w:val="00E17C61"/>
    <w:rsid w:val="00E33120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C03AA"/>
    <w:rsid w:val="00EC1589"/>
    <w:rsid w:val="00EC309A"/>
    <w:rsid w:val="00EC6875"/>
    <w:rsid w:val="00ED42B1"/>
    <w:rsid w:val="00ED62B7"/>
    <w:rsid w:val="00EE057C"/>
    <w:rsid w:val="00EE13E2"/>
    <w:rsid w:val="00EE7B2F"/>
    <w:rsid w:val="00EF6D57"/>
    <w:rsid w:val="00F0786D"/>
    <w:rsid w:val="00F13383"/>
    <w:rsid w:val="00F136C0"/>
    <w:rsid w:val="00F167C1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B6D01"/>
    <w:rsid w:val="00FC260F"/>
    <w:rsid w:val="00FC426F"/>
    <w:rsid w:val="00FC6C2B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8D200A"/>
    <w:rPr>
      <w:rFonts w:ascii="Times New Roman" w:hAnsi="Times New Roman" w:cs="Times New Roman"/>
      <w:sz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139</Words>
  <Characters>794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Бородина М.В.</dc:creator>
  <cp:keywords/>
  <dc:description/>
  <cp:lastModifiedBy>Адм</cp:lastModifiedBy>
  <cp:revision>12</cp:revision>
  <cp:lastPrinted>2016-01-19T09:35:00Z</cp:lastPrinted>
  <dcterms:created xsi:type="dcterms:W3CDTF">2015-11-23T09:08:00Z</dcterms:created>
  <dcterms:modified xsi:type="dcterms:W3CDTF">2016-02-16T05:56:00Z</dcterms:modified>
</cp:coreProperties>
</file>