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0"/>
        <w:gridCol w:w="7138"/>
      </w:tblGrid>
      <w:tr w:rsidR="00746C95" w:rsidRPr="00341865" w:rsidTr="00341865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746C95" w:rsidRPr="00341865" w:rsidRDefault="00746C95" w:rsidP="0034186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38" w:type="dxa"/>
            <w:tcBorders>
              <w:top w:val="nil"/>
              <w:left w:val="nil"/>
              <w:bottom w:val="nil"/>
              <w:right w:val="nil"/>
            </w:tcBorders>
          </w:tcPr>
          <w:p w:rsidR="00746C95" w:rsidRPr="00341865" w:rsidRDefault="00746C95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865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746C95" w:rsidRDefault="00746C95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865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 </w:t>
            </w:r>
          </w:p>
          <w:p w:rsidR="00746C95" w:rsidRDefault="00746C95" w:rsidP="00836F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Юго-Северного </w:t>
            </w:r>
            <w:r w:rsidRPr="00341865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746C95" w:rsidRDefault="00746C95" w:rsidP="00836F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865">
              <w:rPr>
                <w:rFonts w:ascii="Times New Roman" w:hAnsi="Times New Roman"/>
                <w:sz w:val="28"/>
                <w:szCs w:val="28"/>
              </w:rPr>
              <w:t>Тихорецкого района</w:t>
            </w:r>
          </w:p>
          <w:p w:rsidR="00746C95" w:rsidRPr="00341865" w:rsidRDefault="00746C95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05.02.2018г. № 9 </w:t>
            </w:r>
          </w:p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865"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865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865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746C9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Юго-Северного</w:t>
            </w:r>
            <w:r w:rsidRPr="0034186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</w:p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865">
              <w:rPr>
                <w:rFonts w:ascii="Times New Roman" w:hAnsi="Times New Roman"/>
                <w:sz w:val="28"/>
                <w:szCs w:val="28"/>
              </w:rPr>
              <w:t>Тихорецкого района</w:t>
            </w:r>
          </w:p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86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19.09.2017г.</w:t>
            </w:r>
            <w:r w:rsidRPr="00341865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68</w:t>
            </w:r>
            <w:r w:rsidRPr="003418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6C9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341865">
              <w:rPr>
                <w:rFonts w:ascii="Times New Roman" w:hAnsi="Times New Roman"/>
                <w:sz w:val="28"/>
                <w:szCs w:val="28"/>
              </w:rPr>
              <w:t xml:space="preserve">в редакции постановления администрации </w:t>
            </w:r>
          </w:p>
          <w:p w:rsidR="00746C95" w:rsidRDefault="00746C95" w:rsidP="00836F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Юго-Северного</w:t>
            </w:r>
            <w:r w:rsidRPr="0034186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</w:p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865">
              <w:rPr>
                <w:rFonts w:ascii="Times New Roman" w:hAnsi="Times New Roman"/>
                <w:sz w:val="28"/>
                <w:szCs w:val="28"/>
              </w:rPr>
              <w:t xml:space="preserve">Тихорецкого района </w:t>
            </w:r>
          </w:p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05.02.2018г. № 9</w:t>
            </w:r>
            <w:r w:rsidRPr="00341865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46C95" w:rsidRPr="00341865" w:rsidRDefault="00746C95" w:rsidP="003418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C95" w:rsidRDefault="00746C95" w:rsidP="007B08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746C95" w:rsidRDefault="00746C95" w:rsidP="007B08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видов муниципального контроля, осуществляемых администрацией Юго-Северного сельского поселения</w:t>
      </w:r>
    </w:p>
    <w:p w:rsidR="00746C95" w:rsidRPr="00357299" w:rsidRDefault="00746C95" w:rsidP="007B08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Тихорецкого района</w:t>
      </w:r>
    </w:p>
    <w:p w:rsidR="00746C95" w:rsidRDefault="00746C95" w:rsidP="007B082E">
      <w:pPr>
        <w:spacing w:after="0" w:line="240" w:lineRule="auto"/>
      </w:pP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171"/>
        <w:gridCol w:w="3443"/>
        <w:gridCol w:w="2605"/>
        <w:gridCol w:w="3259"/>
        <w:gridCol w:w="3266"/>
      </w:tblGrid>
      <w:tr w:rsidR="00746C95" w:rsidRPr="00341865" w:rsidTr="00836F21">
        <w:tc>
          <w:tcPr>
            <w:tcW w:w="540" w:type="dxa"/>
          </w:tcPr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71" w:type="dxa"/>
          </w:tcPr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>Наименование вида муниципального контроля</w:t>
            </w:r>
          </w:p>
        </w:tc>
        <w:tc>
          <w:tcPr>
            <w:tcW w:w="3443" w:type="dxa"/>
          </w:tcPr>
          <w:p w:rsidR="00746C95" w:rsidRPr="00341865" w:rsidRDefault="00746C95" w:rsidP="003418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>Наименование и реквизиты нормативного правового акта, которым предусмотрено осуществление муниципального контроля</w:t>
            </w:r>
          </w:p>
        </w:tc>
        <w:tc>
          <w:tcPr>
            <w:tcW w:w="2605" w:type="dxa"/>
          </w:tcPr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 xml:space="preserve">Наименование и реквизиты  нормативного правового акта об утверждении положения о виде муниципального контроля </w:t>
            </w:r>
          </w:p>
        </w:tc>
        <w:tc>
          <w:tcPr>
            <w:tcW w:w="3259" w:type="dxa"/>
          </w:tcPr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>Наименование и реквизиты нормативного правового акта об утверждении административного регламента осуществления вида муниципального контроля</w:t>
            </w:r>
          </w:p>
        </w:tc>
        <w:tc>
          <w:tcPr>
            <w:tcW w:w="3266" w:type="dxa"/>
          </w:tcPr>
          <w:p w:rsidR="00746C95" w:rsidRDefault="00746C95" w:rsidP="00645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 xml:space="preserve">Должностное лицо администрации </w:t>
            </w:r>
          </w:p>
          <w:p w:rsidR="00746C95" w:rsidRPr="00341865" w:rsidRDefault="00746C95" w:rsidP="00645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Юго-Северного</w:t>
            </w:r>
            <w:r w:rsidRPr="0034186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осуществляющее муниципальный контроль</w:t>
            </w:r>
          </w:p>
        </w:tc>
      </w:tr>
      <w:tr w:rsidR="00746C95" w:rsidRPr="00341865" w:rsidTr="00836F21">
        <w:tc>
          <w:tcPr>
            <w:tcW w:w="540" w:type="dxa"/>
          </w:tcPr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71" w:type="dxa"/>
          </w:tcPr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1865">
              <w:rPr>
                <w:rFonts w:ascii="Times New Roman" w:hAnsi="Times New Roman"/>
              </w:rPr>
              <w:t>2.</w:t>
            </w:r>
          </w:p>
        </w:tc>
        <w:tc>
          <w:tcPr>
            <w:tcW w:w="3443" w:type="dxa"/>
          </w:tcPr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05" w:type="dxa"/>
          </w:tcPr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59" w:type="dxa"/>
          </w:tcPr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6" w:type="dxa"/>
          </w:tcPr>
          <w:p w:rsidR="00746C95" w:rsidRPr="00341865" w:rsidRDefault="00746C95" w:rsidP="00341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</w:tr>
      <w:tr w:rsidR="00746C95" w:rsidRPr="00341865" w:rsidTr="00836F21">
        <w:tc>
          <w:tcPr>
            <w:tcW w:w="540" w:type="dxa"/>
          </w:tcPr>
          <w:p w:rsidR="00746C95" w:rsidRPr="00341865" w:rsidRDefault="00746C95" w:rsidP="00341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71" w:type="dxa"/>
          </w:tcPr>
          <w:p w:rsidR="00746C95" w:rsidRPr="00341865" w:rsidRDefault="00746C95" w:rsidP="00341865">
            <w:pPr>
              <w:spacing w:after="0" w:line="240" w:lineRule="auto"/>
              <w:jc w:val="both"/>
            </w:pPr>
            <w:r w:rsidRPr="00341865">
              <w:rPr>
                <w:rFonts w:ascii="Times New Roman" w:hAnsi="Times New Roman"/>
                <w:sz w:val="24"/>
                <w:szCs w:val="24"/>
              </w:rPr>
              <w:t xml:space="preserve">Муниципальный контроль за обеспечением сохранности автомобильных дорог местного значения </w:t>
            </w:r>
          </w:p>
        </w:tc>
        <w:tc>
          <w:tcPr>
            <w:tcW w:w="3443" w:type="dxa"/>
          </w:tcPr>
          <w:p w:rsidR="00746C95" w:rsidRPr="00341865" w:rsidRDefault="00746C95" w:rsidP="003418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1865">
              <w:rPr>
                <w:rFonts w:ascii="Times New Roman" w:hAnsi="Times New Roman"/>
                <w:sz w:val="24"/>
                <w:szCs w:val="24"/>
              </w:rPr>
              <w:t>Федеральный закон от 8 ноября 2007 года №  257-ФЗ</w:t>
            </w:r>
            <w:r w:rsidRPr="00341865">
              <w:rPr>
                <w:rFonts w:ascii="Times New Roman" w:hAnsi="Times New Roman"/>
                <w:sz w:val="24"/>
                <w:szCs w:val="24"/>
              </w:rPr>
              <w:br/>
      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2605" w:type="dxa"/>
          </w:tcPr>
          <w:p w:rsidR="00746C95" w:rsidRPr="00341865" w:rsidRDefault="00746C95" w:rsidP="003418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</w:tcPr>
          <w:p w:rsidR="00746C95" w:rsidRPr="00341865" w:rsidRDefault="00746C95" w:rsidP="00341865">
            <w:pPr>
              <w:spacing w:after="0" w:line="240" w:lineRule="auto"/>
              <w:jc w:val="both"/>
            </w:pPr>
          </w:p>
        </w:tc>
        <w:tc>
          <w:tcPr>
            <w:tcW w:w="3266" w:type="dxa"/>
          </w:tcPr>
          <w:p w:rsidR="00746C95" w:rsidRPr="00341865" w:rsidRDefault="00746C95" w:rsidP="005B3B9E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администрации                      Юго-Северного сельского поселения Тихорецкого района О.Н.Попова</w:t>
            </w:r>
            <w:r w:rsidRPr="0034186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746C95" w:rsidRDefault="00746C95" w:rsidP="00484E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C95" w:rsidRDefault="00746C95" w:rsidP="00484E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C95" w:rsidRDefault="00746C95" w:rsidP="00484E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финансово-бюджетного</w:t>
      </w:r>
    </w:p>
    <w:p w:rsidR="00746C95" w:rsidRDefault="00746C95" w:rsidP="00484E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Юго-Северного сельского</w:t>
      </w:r>
    </w:p>
    <w:p w:rsidR="00746C95" w:rsidRDefault="00746C95" w:rsidP="00484EB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Тихорецкого района                                                                                                                                 О.А. Лопатина</w:t>
      </w:r>
    </w:p>
    <w:p w:rsidR="00746C95" w:rsidRDefault="00746C95" w:rsidP="00484E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46C95" w:rsidSect="00A623A6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C95" w:rsidRDefault="00746C95" w:rsidP="00AE622D">
      <w:pPr>
        <w:spacing w:after="0" w:line="240" w:lineRule="auto"/>
      </w:pPr>
      <w:r>
        <w:separator/>
      </w:r>
    </w:p>
  </w:endnote>
  <w:endnote w:type="continuationSeparator" w:id="0">
    <w:p w:rsidR="00746C95" w:rsidRDefault="00746C95" w:rsidP="00AE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C95" w:rsidRDefault="00746C95" w:rsidP="00AE622D">
      <w:pPr>
        <w:spacing w:after="0" w:line="240" w:lineRule="auto"/>
      </w:pPr>
      <w:r>
        <w:separator/>
      </w:r>
    </w:p>
  </w:footnote>
  <w:footnote w:type="continuationSeparator" w:id="0">
    <w:p w:rsidR="00746C95" w:rsidRDefault="00746C95" w:rsidP="00AE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C95" w:rsidRDefault="00746C95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746C95" w:rsidRDefault="00746C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568B"/>
    <w:rsid w:val="000125A7"/>
    <w:rsid w:val="00034BF4"/>
    <w:rsid w:val="000D50A5"/>
    <w:rsid w:val="00167F13"/>
    <w:rsid w:val="00182ED0"/>
    <w:rsid w:val="001B747D"/>
    <w:rsid w:val="00222EC5"/>
    <w:rsid w:val="002B0FDD"/>
    <w:rsid w:val="002C646D"/>
    <w:rsid w:val="00341865"/>
    <w:rsid w:val="00357299"/>
    <w:rsid w:val="003A0EDE"/>
    <w:rsid w:val="003B05EF"/>
    <w:rsid w:val="003B2805"/>
    <w:rsid w:val="003C6A7E"/>
    <w:rsid w:val="003E1AEE"/>
    <w:rsid w:val="00484EB6"/>
    <w:rsid w:val="004C7C87"/>
    <w:rsid w:val="004E119C"/>
    <w:rsid w:val="004E27D3"/>
    <w:rsid w:val="0050567A"/>
    <w:rsid w:val="00531061"/>
    <w:rsid w:val="0058661F"/>
    <w:rsid w:val="005B3B9E"/>
    <w:rsid w:val="005D55E0"/>
    <w:rsid w:val="005E0C13"/>
    <w:rsid w:val="005F027E"/>
    <w:rsid w:val="005F74DE"/>
    <w:rsid w:val="00645E20"/>
    <w:rsid w:val="00672003"/>
    <w:rsid w:val="00701CA1"/>
    <w:rsid w:val="00746C95"/>
    <w:rsid w:val="0077300E"/>
    <w:rsid w:val="007B082E"/>
    <w:rsid w:val="007C0EB5"/>
    <w:rsid w:val="007C5D11"/>
    <w:rsid w:val="007C7857"/>
    <w:rsid w:val="00826518"/>
    <w:rsid w:val="00836F21"/>
    <w:rsid w:val="008631B3"/>
    <w:rsid w:val="0086463D"/>
    <w:rsid w:val="00902645"/>
    <w:rsid w:val="00933F09"/>
    <w:rsid w:val="0096568B"/>
    <w:rsid w:val="009B42E5"/>
    <w:rsid w:val="00A11068"/>
    <w:rsid w:val="00A12F30"/>
    <w:rsid w:val="00A3485D"/>
    <w:rsid w:val="00A3678E"/>
    <w:rsid w:val="00A538CE"/>
    <w:rsid w:val="00A623A6"/>
    <w:rsid w:val="00AE622D"/>
    <w:rsid w:val="00BC0692"/>
    <w:rsid w:val="00BC6C12"/>
    <w:rsid w:val="00CB3C0B"/>
    <w:rsid w:val="00CD57AF"/>
    <w:rsid w:val="00D13D8A"/>
    <w:rsid w:val="00D23346"/>
    <w:rsid w:val="00D25DF0"/>
    <w:rsid w:val="00DA2369"/>
    <w:rsid w:val="00DC30AA"/>
    <w:rsid w:val="00E2620C"/>
    <w:rsid w:val="00E35A2D"/>
    <w:rsid w:val="00E4745E"/>
    <w:rsid w:val="00E920F6"/>
    <w:rsid w:val="00EA5EA5"/>
    <w:rsid w:val="00F05C5A"/>
    <w:rsid w:val="00F20B04"/>
    <w:rsid w:val="00FA5FEB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D8A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6C1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6C12"/>
    <w:rPr>
      <w:rFonts w:ascii="Arial" w:hAnsi="Arial"/>
      <w:b/>
      <w:color w:val="26282F"/>
      <w:sz w:val="24"/>
    </w:rPr>
  </w:style>
  <w:style w:type="table" w:styleId="TableGrid">
    <w:name w:val="Table Grid"/>
    <w:basedOn w:val="TableNormal"/>
    <w:uiPriority w:val="99"/>
    <w:rsid w:val="00FA5FE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rsid w:val="00FC6ECA"/>
    <w:rPr>
      <w:rFonts w:cs="Times New Roman"/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22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EC5"/>
    <w:rPr>
      <w:rFonts w:ascii="Segoe UI" w:hAnsi="Segoe UI"/>
      <w:sz w:val="18"/>
    </w:rPr>
  </w:style>
  <w:style w:type="paragraph" w:styleId="Header">
    <w:name w:val="header"/>
    <w:basedOn w:val="Normal"/>
    <w:link w:val="HeaderChar"/>
    <w:uiPriority w:val="99"/>
    <w:rsid w:val="00AE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E622D"/>
  </w:style>
  <w:style w:type="paragraph" w:styleId="Footer">
    <w:name w:val="footer"/>
    <w:basedOn w:val="Normal"/>
    <w:link w:val="FooterChar"/>
    <w:uiPriority w:val="99"/>
    <w:rsid w:val="00AE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E6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77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530</TotalTime>
  <Pages>2</Pages>
  <Words>252</Words>
  <Characters>1440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Адм</cp:lastModifiedBy>
  <cp:revision>33</cp:revision>
  <cp:lastPrinted>2018-08-28T07:53:00Z</cp:lastPrinted>
  <dcterms:created xsi:type="dcterms:W3CDTF">2017-05-12T12:44:00Z</dcterms:created>
  <dcterms:modified xsi:type="dcterms:W3CDTF">2018-08-28T07:53:00Z</dcterms:modified>
</cp:coreProperties>
</file>