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4EF" w:rsidRPr="00BE4224" w:rsidRDefault="007C74EF" w:rsidP="00344087">
      <w:pPr>
        <w:ind w:firstLine="5529"/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>ПРИЛОЖЕНИЕ № 1</w:t>
      </w:r>
    </w:p>
    <w:p w:rsidR="007C74EF" w:rsidRDefault="007C74EF" w:rsidP="0034408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к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административному регламенту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7C74EF" w:rsidRDefault="007C74EF" w:rsidP="0034408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 </w:t>
      </w:r>
    </w:p>
    <w:p w:rsidR="007C74EF" w:rsidRDefault="007C74EF" w:rsidP="003440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«В</w:t>
      </w:r>
      <w:r w:rsidRPr="00D1012B">
        <w:rPr>
          <w:rFonts w:ascii="Times New Roman" w:hAnsi="Times New Roman" w:cs="Times New Roman"/>
          <w:sz w:val="28"/>
          <w:szCs w:val="28"/>
        </w:rPr>
        <w:t>ключени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 xml:space="preserve">граждан, </w:t>
      </w:r>
    </w:p>
    <w:p w:rsidR="007C74EF" w:rsidRDefault="007C74EF" w:rsidP="003440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имеющих право на приобретение жилья</w:t>
      </w:r>
    </w:p>
    <w:p w:rsidR="007C74EF" w:rsidRDefault="007C74EF" w:rsidP="003440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 xml:space="preserve">экономического класса в рамках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7C74EF" w:rsidRDefault="007C74EF" w:rsidP="003440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«Жилье для российской семьи»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C74EF" w:rsidRDefault="007C74EF" w:rsidP="00E65DF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утвержденному п</w:t>
      </w:r>
      <w:r w:rsidRPr="00BE422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C74EF" w:rsidRDefault="007C74EF" w:rsidP="0065154C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BE4224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Юго-Северного сельского          </w:t>
      </w:r>
    </w:p>
    <w:p w:rsidR="007C74EF" w:rsidRPr="00BE4224" w:rsidRDefault="007C74EF" w:rsidP="00E65DF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поселения </w:t>
      </w:r>
      <w:r w:rsidRPr="00BE4224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42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7C74EF" w:rsidRDefault="007C74EF" w:rsidP="00E65DF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от 09.09.2015г. № 133</w:t>
      </w:r>
    </w:p>
    <w:p w:rsidR="007C74EF" w:rsidRDefault="007C74EF" w:rsidP="003440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74EF" w:rsidRDefault="007C74EF" w:rsidP="003440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74EF" w:rsidRPr="00BE4224" w:rsidRDefault="007C74EF" w:rsidP="00344087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>БЛОК-СХЕМА</w:t>
      </w:r>
    </w:p>
    <w:p w:rsidR="007C74EF" w:rsidRPr="00BE4224" w:rsidRDefault="007C74EF" w:rsidP="00344087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>последовательности административных процедур при предоставлении муниципальной услуги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</w:t>
      </w:r>
      <w:r w:rsidRPr="00D1012B">
        <w:rPr>
          <w:rFonts w:ascii="Times New Roman" w:hAnsi="Times New Roman" w:cs="Times New Roman"/>
          <w:sz w:val="28"/>
          <w:szCs w:val="28"/>
        </w:rPr>
        <w:t>ключени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граждан, имеющих право на приобретение жилья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экономиче</w:t>
      </w:r>
      <w:r>
        <w:rPr>
          <w:rFonts w:ascii="Times New Roman" w:hAnsi="Times New Roman" w:cs="Times New Roman"/>
          <w:sz w:val="28"/>
          <w:szCs w:val="28"/>
        </w:rPr>
        <w:t xml:space="preserve">ского класса в рамках программы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«Жилье для российской семьи»</w:t>
      </w:r>
    </w:p>
    <w:p w:rsidR="007C74EF" w:rsidRPr="00BE4224" w:rsidRDefault="007C74EF" w:rsidP="00344087">
      <w:pPr>
        <w:shd w:val="clear" w:color="auto" w:fill="FFFFFF"/>
        <w:tabs>
          <w:tab w:val="left" w:pos="935"/>
        </w:tabs>
        <w:rPr>
          <w:rFonts w:ascii="Times New Roman" w:hAnsi="Times New Roman" w:cs="Times New Roman"/>
          <w:bCs/>
          <w:sz w:val="28"/>
          <w:szCs w:val="28"/>
        </w:rPr>
      </w:pPr>
    </w:p>
    <w:p w:rsidR="007C74EF" w:rsidRPr="00BE4224" w:rsidRDefault="007C74EF" w:rsidP="00344087">
      <w:pPr>
        <w:ind w:left="709" w:right="849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Прямоугольник 7" o:spid="_x0000_s1026" style="position:absolute;left:0;text-align:left;margin-left:63pt;margin-top:0;width:343pt;height:30.7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">
            <v:textbox>
              <w:txbxContent>
                <w:p w:rsidR="007C74EF" w:rsidRDefault="007C74EF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Прием и регистрация заявления и документов </w:t>
                  </w:r>
                </w:p>
              </w:txbxContent>
            </v:textbox>
          </v:rect>
        </w:pict>
      </w:r>
    </w:p>
    <w:p w:rsidR="007C74EF" w:rsidRPr="00BE4224" w:rsidRDefault="007C74EF" w:rsidP="00344087">
      <w:pPr>
        <w:ind w:left="709" w:right="849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pict>
          <v:line id="Прямая соединительная линия 4" o:spid="_x0000_s1027" style="position:absolute;left:0;text-align:left;z-index:251655168;visibility:visible;mso-wrap-distance-left:3.17489mm;mso-wrap-distance-right:3.17489mm" from="235.95pt,14.5pt" to="235.9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">
            <o:lock v:ext="edit" shapetype="f"/>
          </v:line>
        </w:pict>
      </w:r>
    </w:p>
    <w:p w:rsidR="007C74EF" w:rsidRPr="00BE4224" w:rsidRDefault="007C74EF" w:rsidP="00344087">
      <w:pPr>
        <w:tabs>
          <w:tab w:val="left" w:pos="4185"/>
        </w:tabs>
        <w:ind w:left="709" w:right="849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" o:spid="_x0000_s1028" type="#_x0000_t32" style="position:absolute;left:0;text-align:left;margin-left:402.45pt;margin-top:13.45pt;width:0;height:22.5pt;z-index:251658240;visibility:visible;mso-wrap-distance-left:3.17489mm;mso-wrap-distance-right:3.17489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">
            <v:stroke endarrow="open"/>
            <o:lock v:ext="edit" shapetype="f"/>
          </v:shape>
        </w:pict>
      </w:r>
      <w:r>
        <w:rPr>
          <w:noProof/>
        </w:rPr>
        <w:pict>
          <v:shape id="Прямая со стрелкой 9" o:spid="_x0000_s1029" type="#_x0000_t32" style="position:absolute;left:0;text-align:left;margin-left:63.45pt;margin-top:13.45pt;width:0;height:22.5pt;z-index:251657216;visibility:visible;mso-wrap-distance-left:3.17489mm;mso-wrap-distance-right:3.17489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">
            <v:stroke endarrow="open"/>
            <o:lock v:ext="edit" shapetype="f"/>
          </v:shape>
        </w:pict>
      </w:r>
      <w:r>
        <w:rPr>
          <w:noProof/>
        </w:rPr>
        <w:pict>
          <v:line id="Прямая соединительная линия 8" o:spid="_x0000_s1030" style="position:absolute;left:0;text-align:left;z-index:251656192;visibility:visible;mso-wrap-distance-top:-1e-4mm;mso-wrap-distance-bottom:-1e-4mm" from="63.45pt,13.45pt" to="402.4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">
            <o:lock v:ext="edit" shapetype="f"/>
          </v:line>
        </w:pict>
      </w:r>
      <w:r w:rsidRPr="00BE4224">
        <w:rPr>
          <w:rFonts w:ascii="Times New Roman" w:hAnsi="Times New Roman" w:cs="Times New Roman"/>
          <w:bCs/>
          <w:sz w:val="28"/>
          <w:szCs w:val="28"/>
        </w:rPr>
        <w:tab/>
      </w:r>
    </w:p>
    <w:p w:rsidR="007C74EF" w:rsidRPr="00BE4224" w:rsidRDefault="007C74EF" w:rsidP="00344087">
      <w:pPr>
        <w:ind w:left="709" w:right="849"/>
        <w:rPr>
          <w:rFonts w:ascii="Times New Roman" w:hAnsi="Times New Roman" w:cs="Times New Roman"/>
          <w:bCs/>
          <w:sz w:val="28"/>
          <w:szCs w:val="28"/>
        </w:rPr>
      </w:pPr>
    </w:p>
    <w:p w:rsidR="007C74EF" w:rsidRPr="00BE4224" w:rsidRDefault="007C74EF" w:rsidP="00344087">
      <w:pPr>
        <w:ind w:left="709" w:right="849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pict>
          <v:rect id="Прямоугольник 5" o:spid="_x0000_s1031" style="position:absolute;left:0;text-align:left;margin-left:280.95pt;margin-top:5pt;width:193.5pt;height:37.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">
            <v:textbox>
              <w:txbxContent>
                <w:p w:rsidR="007C74EF" w:rsidRDefault="007C74EF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МФЦ  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8" o:spid="_x0000_s1032" style="position:absolute;left:0;text-align:left;margin-left:-.3pt;margin-top:134.95pt;width:474.75pt;height:42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">
            <v:textbox>
              <w:txbxContent>
                <w:p w:rsidR="007C74EF" w:rsidRDefault="007C74EF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Выдача Заявителю результата предоставления муниципальной услуги</w:t>
                  </w:r>
                </w:p>
                <w:p w:rsidR="007C74EF" w:rsidRDefault="007C74EF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Прямоугольник 13" o:spid="_x0000_s1033" style="position:absolute;left:0;text-align:left;margin-left:-.35pt;margin-top:5pt;width:230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">
            <v:textbox>
              <w:txbxContent>
                <w:p w:rsidR="007C74EF" w:rsidRDefault="007C74EF" w:rsidP="00344087">
                  <w:pPr>
                    <w:ind w:left="-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администрация поселения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" o:spid="_x0000_s1034" style="position:absolute;left:0;text-align:left;margin-left:-.3pt;margin-top:76.35pt;width:474.75pt;height:32.2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">
            <v:textbox>
              <w:txbxContent>
                <w:p w:rsidR="007C74EF" w:rsidRDefault="007C74EF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B7764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Рассмотрение заявления и принятие по нему решения </w:t>
                  </w:r>
                </w:p>
              </w:txbxContent>
            </v:textbox>
          </v:rect>
        </w:pict>
      </w:r>
    </w:p>
    <w:p w:rsidR="007C74EF" w:rsidRPr="00BE4224" w:rsidRDefault="007C74EF" w:rsidP="00344087">
      <w:pPr>
        <w:ind w:left="709" w:right="84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pict>
          <v:shape id="AutoShape 17" o:spid="_x0000_s1035" type="#_x0000_t32" style="position:absolute;left:0;text-align:left;margin-left:229.9pt;margin-top:8.25pt;width:51.05pt;height:0;rotation:180;z-index:251663360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">
            <v:stroke endarrow="open"/>
            <o:lock v:ext="edit" shapetype="f"/>
          </v:shape>
        </w:pict>
      </w:r>
    </w:p>
    <w:p w:rsidR="007C74EF" w:rsidRPr="00BE4224" w:rsidRDefault="007C74EF" w:rsidP="00344087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pict>
          <v:shape id="Прямая со стрелкой 6" o:spid="_x0000_s1036" type="#_x0000_t32" style="position:absolute;left:0;text-align:left;margin-left:75.4pt;margin-top:26.9pt;width:34.55pt;height:0;rotation:90;z-index:251662336;visibility:visible;mso-wrap-distance-left:3.17489mm;mso-wrap-distance-right:3.17489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">
            <v:stroke endarrow="open"/>
            <o:lock v:ext="edit" shapetype="f"/>
          </v:shape>
        </w:pict>
      </w:r>
    </w:p>
    <w:p w:rsidR="007C74EF" w:rsidRPr="00BE4224" w:rsidRDefault="007C74EF" w:rsidP="00344087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7C74EF" w:rsidRPr="00BE4224" w:rsidRDefault="007C74EF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7C74EF" w:rsidRPr="00BE4224" w:rsidRDefault="007C74EF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7C74EF" w:rsidRPr="00BE4224" w:rsidRDefault="007C74EF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noProof/>
        </w:rPr>
        <w:pict>
          <v:shape id="Прямая со стрелкой 17" o:spid="_x0000_s1037" type="#_x0000_t32" style="position:absolute;left:0;text-align:left;margin-left:222.75pt;margin-top:25.2pt;width:26.35pt;height:0;rotation:90;z-index:251660288;visibility:visible;mso-wrap-distance-left:3.17489mm;mso-wrap-distance-right:3.17489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">
            <v:stroke endarrow="open"/>
            <o:lock v:ext="edit" shapetype="f"/>
          </v:shape>
        </w:pict>
      </w:r>
    </w:p>
    <w:p w:rsidR="007C74EF" w:rsidRPr="00BE4224" w:rsidRDefault="007C74EF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7C74EF" w:rsidRPr="00BE4224" w:rsidRDefault="007C74EF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7C74EF" w:rsidRPr="00BE4224" w:rsidRDefault="007C74EF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7C74EF" w:rsidRPr="00BE4224" w:rsidRDefault="007C74EF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7C74EF" w:rsidRDefault="007C74EF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7C74EF" w:rsidRPr="00BE4224" w:rsidRDefault="007C74EF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7C74EF" w:rsidRPr="00BE4224" w:rsidRDefault="007C74EF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7C74EF" w:rsidRPr="00BE4224" w:rsidRDefault="007C74EF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7C74EF" w:rsidRDefault="007C74EF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7C74EF" w:rsidRDefault="007C74EF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7C74EF" w:rsidRPr="00BE4224" w:rsidRDefault="007C74EF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7C74EF" w:rsidRDefault="007C74EF" w:rsidP="00344087">
      <w:pPr>
        <w:ind w:firstLine="552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7C74EF" w:rsidRDefault="007C74EF" w:rsidP="00344087"/>
    <w:sectPr w:rsidR="007C74EF" w:rsidSect="009B5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4087"/>
    <w:rsid w:val="00344087"/>
    <w:rsid w:val="003E4F8B"/>
    <w:rsid w:val="004A1684"/>
    <w:rsid w:val="004D3F7B"/>
    <w:rsid w:val="004F340A"/>
    <w:rsid w:val="00534073"/>
    <w:rsid w:val="005B27B9"/>
    <w:rsid w:val="0065154C"/>
    <w:rsid w:val="006E2EB1"/>
    <w:rsid w:val="00780EAF"/>
    <w:rsid w:val="0079471B"/>
    <w:rsid w:val="007C74EF"/>
    <w:rsid w:val="0084511E"/>
    <w:rsid w:val="008C47D7"/>
    <w:rsid w:val="009B52C0"/>
    <w:rsid w:val="009B7764"/>
    <w:rsid w:val="00AF69BD"/>
    <w:rsid w:val="00BE4224"/>
    <w:rsid w:val="00C655A2"/>
    <w:rsid w:val="00D1012B"/>
    <w:rsid w:val="00E65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08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Цветовое выделение"/>
    <w:uiPriority w:val="99"/>
    <w:rsid w:val="00344087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158</Words>
  <Characters>901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Адм</cp:lastModifiedBy>
  <cp:revision>9</cp:revision>
  <cp:lastPrinted>2015-10-13T07:46:00Z</cp:lastPrinted>
  <dcterms:created xsi:type="dcterms:W3CDTF">2015-06-30T14:45:00Z</dcterms:created>
  <dcterms:modified xsi:type="dcterms:W3CDTF">2015-10-13T07:46:00Z</dcterms:modified>
</cp:coreProperties>
</file>