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3B3549" w:rsidTr="00B229B2">
        <w:tc>
          <w:tcPr>
            <w:tcW w:w="4786" w:type="dxa"/>
          </w:tcPr>
          <w:p w:rsidR="003B3549" w:rsidRDefault="003B35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B3549" w:rsidRPr="00B229B2" w:rsidRDefault="003B3549" w:rsidP="007E61B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3B3549" w:rsidTr="00B229B2">
        <w:tc>
          <w:tcPr>
            <w:tcW w:w="4786" w:type="dxa"/>
          </w:tcPr>
          <w:p w:rsidR="003B3549" w:rsidRDefault="003B3549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B3549" w:rsidRDefault="003B3549" w:rsidP="00581B0B">
            <w:pPr>
              <w:pStyle w:val="Standard"/>
              <w:widowControl w:val="0"/>
              <w:spacing w:after="0" w:line="240" w:lineRule="auto"/>
              <w:jc w:val="center"/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муниципальной службы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</w:p>
          <w:p w:rsidR="003B3549" w:rsidRPr="008754ED" w:rsidRDefault="003B3549" w:rsidP="00581B0B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се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3B3549" w:rsidRPr="00B229B2" w:rsidRDefault="003B3549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______________ № _____</w:t>
            </w:r>
          </w:p>
        </w:tc>
      </w:tr>
    </w:tbl>
    <w:p w:rsidR="003B3549" w:rsidRDefault="003B3549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3B3549" w:rsidRPr="00B229B2" w:rsidRDefault="003B3549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3B3549" w:rsidRDefault="003B3549" w:rsidP="0036727F">
      <w:pPr>
        <w:pStyle w:val="a0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B3549" w:rsidRPr="002213ED" w:rsidRDefault="003B3549" w:rsidP="002213ED">
      <w:pPr>
        <w:rPr>
          <w:lang w:eastAsia="ru-RU"/>
        </w:rPr>
      </w:pPr>
    </w:p>
    <w:tbl>
      <w:tblPr>
        <w:tblW w:w="9606" w:type="dxa"/>
        <w:tblLook w:val="00A0"/>
      </w:tblPr>
      <w:tblGrid>
        <w:gridCol w:w="4770"/>
        <w:gridCol w:w="4836"/>
      </w:tblGrid>
      <w:tr w:rsidR="003B3549" w:rsidRPr="00B229B2" w:rsidTr="00CB16D6">
        <w:tc>
          <w:tcPr>
            <w:tcW w:w="4786" w:type="dxa"/>
          </w:tcPr>
          <w:p w:rsidR="003B3549" w:rsidRDefault="003B3549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3B3549" w:rsidRPr="0026780C" w:rsidRDefault="003B3549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Юго-Северного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3B3549" w:rsidRPr="0026780C" w:rsidRDefault="003B3549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3B3549" w:rsidRDefault="003B3549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3B3549" w:rsidRPr="00FB09F0" w:rsidRDefault="003B3549" w:rsidP="00FB09F0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</w:t>
            </w:r>
          </w:p>
          <w:p w:rsidR="003B3549" w:rsidRPr="00320BCC" w:rsidRDefault="003B3549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3B3549" w:rsidRPr="00B229B2" w:rsidRDefault="003B3549" w:rsidP="00320BCC">
      <w:pPr>
        <w:pStyle w:val="a0"/>
        <w:jc w:val="right"/>
        <w:rPr>
          <w:rFonts w:ascii="Times New Roman" w:hAnsi="Times New Roman"/>
          <w:sz w:val="28"/>
          <w:szCs w:val="28"/>
        </w:rPr>
      </w:pPr>
    </w:p>
    <w:p w:rsidR="003B3549" w:rsidRPr="008754ED" w:rsidRDefault="003B3549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3B3549" w:rsidRPr="008754ED" w:rsidRDefault="003B3549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3B3549" w:rsidRPr="008754ED" w:rsidRDefault="003B3549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3B3549" w:rsidRPr="00320BCC" w:rsidRDefault="003B3549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3B3549" w:rsidRPr="0026780C" w:rsidRDefault="003B3549" w:rsidP="00320BCC">
      <w:pPr>
        <w:rPr>
          <w:rFonts w:ascii="Times New Roman" w:hAnsi="Times New Roman"/>
          <w:sz w:val="28"/>
          <w:szCs w:val="28"/>
        </w:rPr>
      </w:pPr>
    </w:p>
    <w:p w:rsidR="003B3549" w:rsidRPr="0026780C" w:rsidRDefault="003B3549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3B3549" w:rsidRPr="0026780C" w:rsidRDefault="003B3549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3549" w:rsidRPr="0026780C" w:rsidRDefault="003B3549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3B3549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B3549" w:rsidRDefault="003B3549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3549" w:rsidRPr="0026780C" w:rsidRDefault="003B3549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Юго-Северного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</w:t>
      </w:r>
      <w:r w:rsidRPr="004362C7"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362C7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селе</w:t>
      </w:r>
      <w:r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3B3549" w:rsidRPr="0026780C" w:rsidRDefault="003B3549" w:rsidP="00030E6B">
      <w:pPr>
        <w:rPr>
          <w:rFonts w:ascii="Times New Roman" w:hAnsi="Times New Roman"/>
          <w:sz w:val="28"/>
          <w:szCs w:val="28"/>
        </w:rPr>
      </w:pPr>
    </w:p>
    <w:p w:rsidR="003B3549" w:rsidRPr="0026780C" w:rsidRDefault="003B3549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8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»_____ 20__ г. 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B3549" w:rsidRPr="0035512F" w:rsidRDefault="003B3549" w:rsidP="00030E6B">
      <w:pPr>
        <w:pStyle w:val="a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</w:t>
      </w:r>
      <w:r w:rsidRPr="0035512F">
        <w:rPr>
          <w:rFonts w:ascii="Times New Roman" w:hAnsi="Times New Roman" w:cs="Times New Roman"/>
        </w:rPr>
        <w:t>(подпись(расшифровка подписи) лица, направляющего уведомление)</w:t>
      </w:r>
    </w:p>
    <w:p w:rsidR="003B3549" w:rsidRDefault="003B3549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3B3549" w:rsidRDefault="003B3549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3B3549" w:rsidRDefault="003B3549" w:rsidP="0008319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Юго-Северного сельского</w:t>
      </w:r>
    </w:p>
    <w:p w:rsidR="003B3549" w:rsidRDefault="003B3549" w:rsidP="000831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Тихорецкого района                                                           А.В.Кофанов</w:t>
      </w:r>
    </w:p>
    <w:p w:rsidR="003B3549" w:rsidRPr="009B1AB7" w:rsidRDefault="003B3549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3B3549" w:rsidRPr="009B1AB7" w:rsidSect="00B229B2">
      <w:headerReference w:type="default" r:id="rId6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549" w:rsidRDefault="003B3549" w:rsidP="00E5008F">
      <w:r>
        <w:separator/>
      </w:r>
    </w:p>
  </w:endnote>
  <w:endnote w:type="continuationSeparator" w:id="0">
    <w:p w:rsidR="003B3549" w:rsidRDefault="003B3549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549" w:rsidRDefault="003B3549" w:rsidP="00E5008F">
      <w:r>
        <w:separator/>
      </w:r>
    </w:p>
  </w:footnote>
  <w:footnote w:type="continuationSeparator" w:id="0">
    <w:p w:rsidR="003B3549" w:rsidRDefault="003B3549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549" w:rsidRDefault="003B354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3B3549" w:rsidRDefault="003B35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30E6B"/>
    <w:rsid w:val="00083194"/>
    <w:rsid w:val="0009413A"/>
    <w:rsid w:val="000F04A4"/>
    <w:rsid w:val="000F57CC"/>
    <w:rsid w:val="00125B6B"/>
    <w:rsid w:val="001276CC"/>
    <w:rsid w:val="00170A4A"/>
    <w:rsid w:val="00184C6D"/>
    <w:rsid w:val="001A64AF"/>
    <w:rsid w:val="002213ED"/>
    <w:rsid w:val="002439F1"/>
    <w:rsid w:val="0025123C"/>
    <w:rsid w:val="0026780C"/>
    <w:rsid w:val="002A32D0"/>
    <w:rsid w:val="002A7473"/>
    <w:rsid w:val="002E643F"/>
    <w:rsid w:val="00320BCC"/>
    <w:rsid w:val="0035512F"/>
    <w:rsid w:val="0036727F"/>
    <w:rsid w:val="003B3549"/>
    <w:rsid w:val="004362C7"/>
    <w:rsid w:val="0054459C"/>
    <w:rsid w:val="00581B0B"/>
    <w:rsid w:val="00587BD7"/>
    <w:rsid w:val="005A2957"/>
    <w:rsid w:val="00665FFF"/>
    <w:rsid w:val="006774DF"/>
    <w:rsid w:val="006B11EF"/>
    <w:rsid w:val="006C18F4"/>
    <w:rsid w:val="00717B2F"/>
    <w:rsid w:val="00761441"/>
    <w:rsid w:val="007A306F"/>
    <w:rsid w:val="007C5839"/>
    <w:rsid w:val="007C6B3F"/>
    <w:rsid w:val="007E4392"/>
    <w:rsid w:val="007E61B5"/>
    <w:rsid w:val="008754ED"/>
    <w:rsid w:val="008A5BDE"/>
    <w:rsid w:val="008F4609"/>
    <w:rsid w:val="009314DB"/>
    <w:rsid w:val="009418E6"/>
    <w:rsid w:val="0096144B"/>
    <w:rsid w:val="009B1AB7"/>
    <w:rsid w:val="009D4F97"/>
    <w:rsid w:val="00A47A54"/>
    <w:rsid w:val="00B229B2"/>
    <w:rsid w:val="00B327C0"/>
    <w:rsid w:val="00B5613F"/>
    <w:rsid w:val="00BD7679"/>
    <w:rsid w:val="00C75149"/>
    <w:rsid w:val="00CB16D6"/>
    <w:rsid w:val="00CC76EF"/>
    <w:rsid w:val="00CE703C"/>
    <w:rsid w:val="00DA4261"/>
    <w:rsid w:val="00E5008F"/>
    <w:rsid w:val="00F40A5F"/>
    <w:rsid w:val="00F479C9"/>
    <w:rsid w:val="00FB09F0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1B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1B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2</Pages>
  <Words>382</Words>
  <Characters>2182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</cp:lastModifiedBy>
  <cp:revision>38</cp:revision>
  <cp:lastPrinted>2016-02-24T06:05:00Z</cp:lastPrinted>
  <dcterms:created xsi:type="dcterms:W3CDTF">2015-12-23T13:49:00Z</dcterms:created>
  <dcterms:modified xsi:type="dcterms:W3CDTF">2016-02-25T11:44:00Z</dcterms:modified>
</cp:coreProperties>
</file>