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8A" w:rsidRPr="00F000AE" w:rsidRDefault="005F0E8A" w:rsidP="00092E2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</w:t>
      </w:r>
      <w:r w:rsidRPr="00F000AE">
        <w:rPr>
          <w:rFonts w:ascii="Times New Roman" w:hAnsi="Times New Roman"/>
          <w:noProof/>
          <w:sz w:val="28"/>
          <w:szCs w:val="28"/>
        </w:rPr>
        <w:t>ПРИЛОЖЕНИЕ</w:t>
      </w:r>
      <w:r>
        <w:rPr>
          <w:rFonts w:ascii="Times New Roman" w:hAnsi="Times New Roman"/>
          <w:noProof/>
          <w:sz w:val="28"/>
          <w:szCs w:val="28"/>
        </w:rPr>
        <w:t xml:space="preserve"> № 2</w:t>
      </w:r>
    </w:p>
    <w:p w:rsidR="005F0E8A" w:rsidRDefault="005F0E8A" w:rsidP="00092E2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</w:t>
      </w:r>
      <w:r w:rsidRPr="00F000AE">
        <w:rPr>
          <w:rFonts w:ascii="Times New Roman" w:hAnsi="Times New Roman"/>
          <w:noProof/>
          <w:sz w:val="28"/>
          <w:szCs w:val="28"/>
        </w:rPr>
        <w:t xml:space="preserve">к решению Совета </w:t>
      </w:r>
    </w:p>
    <w:p w:rsidR="005F0E8A" w:rsidRDefault="005F0E8A" w:rsidP="00092E2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Юго-Северного сельского поселения</w:t>
      </w:r>
    </w:p>
    <w:p w:rsidR="005F0E8A" w:rsidRDefault="005F0E8A" w:rsidP="00092E26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Тихорецкого района</w:t>
      </w:r>
    </w:p>
    <w:p w:rsidR="005F0E8A" w:rsidRPr="00F000AE" w:rsidRDefault="005F0E8A" w:rsidP="00092E2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от 21.11.2018 г. № 172</w:t>
      </w:r>
    </w:p>
    <w:p w:rsidR="005F0E8A" w:rsidRDefault="005F0E8A" w:rsidP="00092E26">
      <w:pPr>
        <w:spacing w:after="0" w:line="240" w:lineRule="auto"/>
        <w:jc w:val="both"/>
        <w:rPr>
          <w:sz w:val="28"/>
          <w:szCs w:val="28"/>
        </w:rPr>
      </w:pPr>
    </w:p>
    <w:p w:rsidR="005F0E8A" w:rsidRDefault="005F0E8A" w:rsidP="00092E26">
      <w:pPr>
        <w:spacing w:after="0" w:line="240" w:lineRule="auto"/>
        <w:jc w:val="both"/>
        <w:rPr>
          <w:sz w:val="28"/>
          <w:szCs w:val="28"/>
        </w:rPr>
      </w:pPr>
    </w:p>
    <w:p w:rsidR="005F0E8A" w:rsidRPr="00F000AE" w:rsidRDefault="005F0E8A" w:rsidP="00092E26">
      <w:pPr>
        <w:spacing w:after="0" w:line="240" w:lineRule="auto"/>
        <w:jc w:val="both"/>
        <w:rPr>
          <w:sz w:val="28"/>
          <w:szCs w:val="28"/>
        </w:rPr>
      </w:pPr>
    </w:p>
    <w:p w:rsidR="005F0E8A" w:rsidRPr="00F000AE" w:rsidRDefault="005F0E8A" w:rsidP="00F00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>СОСТАВ</w:t>
      </w:r>
    </w:p>
    <w:p w:rsidR="005F0E8A" w:rsidRPr="00F000AE" w:rsidRDefault="005F0E8A" w:rsidP="00F00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>оргкомитета по проведению публичных слушаний по теме:</w:t>
      </w:r>
    </w:p>
    <w:p w:rsidR="005F0E8A" w:rsidRPr="00F000AE" w:rsidRDefault="005F0E8A" w:rsidP="00F00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00AE">
        <w:rPr>
          <w:rFonts w:ascii="Times New Roman" w:hAnsi="Times New Roman"/>
          <w:sz w:val="28"/>
          <w:szCs w:val="28"/>
        </w:rPr>
        <w:t xml:space="preserve"> «Рассмотрение проекта бюджета Юго-Северного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Тихорецкого района на 2019 год</w:t>
      </w:r>
      <w:r w:rsidRPr="00F000AE">
        <w:rPr>
          <w:rFonts w:ascii="Times New Roman" w:hAnsi="Times New Roman"/>
          <w:sz w:val="28"/>
          <w:szCs w:val="28"/>
        </w:rPr>
        <w:t>»</w:t>
      </w:r>
    </w:p>
    <w:p w:rsidR="005F0E8A" w:rsidRPr="00F000AE" w:rsidRDefault="005F0E8A" w:rsidP="00F000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47"/>
        <w:gridCol w:w="6907"/>
      </w:tblGrid>
      <w:tr w:rsidR="005F0E8A" w:rsidRPr="00634FDC" w:rsidTr="00F000AE">
        <w:tc>
          <w:tcPr>
            <w:tcW w:w="2947" w:type="dxa"/>
          </w:tcPr>
          <w:p w:rsidR="005F0E8A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Аулов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Ан</w:t>
            </w:r>
            <w:r>
              <w:rPr>
                <w:rFonts w:ascii="Times New Roman" w:hAnsi="Times New Roman"/>
                <w:sz w:val="28"/>
                <w:szCs w:val="28"/>
              </w:rPr>
              <w:t>дрей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 xml:space="preserve"> Васильевич</w:t>
            </w:r>
          </w:p>
        </w:tc>
        <w:tc>
          <w:tcPr>
            <w:tcW w:w="6907" w:type="dxa"/>
          </w:tcPr>
          <w:p w:rsidR="005F0E8A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лава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E8A" w:rsidRPr="00634FDC" w:rsidTr="00F000AE">
        <w:tc>
          <w:tcPr>
            <w:tcW w:w="2947" w:type="dxa"/>
          </w:tcPr>
          <w:p w:rsidR="005F0E8A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Камыхин </w:t>
            </w:r>
          </w:p>
          <w:p w:rsidR="005F0E8A" w:rsidRPr="00634FDC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6907" w:type="dxa"/>
          </w:tcPr>
          <w:p w:rsidR="005F0E8A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редседатель постоянной планово-бюджетной комиссии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Совета Юго-Северного сельского поселения Тихорецкого района;</w:t>
            </w:r>
          </w:p>
          <w:p w:rsidR="005F0E8A" w:rsidRPr="00634FDC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E8A" w:rsidRPr="00634FDC" w:rsidTr="00F000AE">
        <w:tc>
          <w:tcPr>
            <w:tcW w:w="2947" w:type="dxa"/>
          </w:tcPr>
          <w:p w:rsidR="005F0E8A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Кузьминова </w:t>
            </w:r>
          </w:p>
          <w:p w:rsidR="005F0E8A" w:rsidRPr="00634FDC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6907" w:type="dxa"/>
          </w:tcPr>
          <w:p w:rsidR="005F0E8A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лавный бухгалтер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0E8A" w:rsidRPr="00634FDC" w:rsidRDefault="005F0E8A" w:rsidP="00336AB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E8A" w:rsidRPr="00634FDC" w:rsidTr="00F000AE">
        <w:tc>
          <w:tcPr>
            <w:tcW w:w="2947" w:type="dxa"/>
          </w:tcPr>
          <w:p w:rsidR="005F0E8A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Лопатина </w:t>
            </w:r>
          </w:p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6907" w:type="dxa"/>
          </w:tcPr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начальник финансово-бюджетного отдела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F0E8A" w:rsidRPr="00634FDC" w:rsidTr="00F000AE">
        <w:tc>
          <w:tcPr>
            <w:tcW w:w="2947" w:type="dxa"/>
          </w:tcPr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07" w:type="dxa"/>
          </w:tcPr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E8A" w:rsidRPr="00634FDC" w:rsidTr="00F000AE">
        <w:tc>
          <w:tcPr>
            <w:tcW w:w="2947" w:type="dxa"/>
          </w:tcPr>
          <w:p w:rsidR="005F0E8A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 xml:space="preserve">Тучкова </w:t>
            </w:r>
          </w:p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4FDC">
              <w:rPr>
                <w:rFonts w:ascii="Times New Roman" w:hAnsi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6907" w:type="dxa"/>
          </w:tcPr>
          <w:p w:rsidR="005F0E8A" w:rsidRPr="00634FDC" w:rsidRDefault="005F0E8A" w:rsidP="00F000AE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</w:t>
            </w:r>
            <w:r w:rsidRPr="00634FDC">
              <w:rPr>
                <w:rFonts w:ascii="Times New Roman" w:hAnsi="Times New Roman"/>
                <w:sz w:val="28"/>
                <w:szCs w:val="28"/>
              </w:rPr>
              <w:t>лавный специалист администрации Юго-Северного сельского поселения Тихорецкого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F0E8A" w:rsidRDefault="005F0E8A" w:rsidP="006E5469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5F0E8A" w:rsidRPr="006E5469" w:rsidRDefault="005F0E8A" w:rsidP="006E5469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5F0E8A" w:rsidRPr="006E5469" w:rsidRDefault="005F0E8A" w:rsidP="008B0D7E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Юго-Северного</w:t>
      </w:r>
      <w:r w:rsidRPr="006E5469">
        <w:rPr>
          <w:rFonts w:ascii="Times New Roman" w:hAnsi="Times New Roman"/>
          <w:sz w:val="28"/>
          <w:szCs w:val="28"/>
        </w:rPr>
        <w:t xml:space="preserve"> сельского </w:t>
      </w:r>
    </w:p>
    <w:p w:rsidR="005F0E8A" w:rsidRPr="006E5469" w:rsidRDefault="005F0E8A" w:rsidP="008B0D7E">
      <w:pPr>
        <w:tabs>
          <w:tab w:val="left" w:pos="900"/>
        </w:tabs>
        <w:spacing w:after="0" w:line="240" w:lineRule="auto"/>
        <w:ind w:left="900" w:hanging="900"/>
        <w:rPr>
          <w:rFonts w:ascii="Times New Roman" w:hAnsi="Times New Roman"/>
          <w:sz w:val="28"/>
          <w:szCs w:val="28"/>
        </w:rPr>
      </w:pPr>
      <w:r w:rsidRPr="006E5469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E54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А.В. Аулов</w:t>
      </w:r>
    </w:p>
    <w:p w:rsidR="005F0E8A" w:rsidRPr="00EA7EE4" w:rsidRDefault="005F0E8A" w:rsidP="006E5469">
      <w:pPr>
        <w:tabs>
          <w:tab w:val="left" w:pos="900"/>
        </w:tabs>
        <w:rPr>
          <w:sz w:val="28"/>
          <w:szCs w:val="28"/>
        </w:rPr>
      </w:pPr>
    </w:p>
    <w:p w:rsidR="005F0E8A" w:rsidRPr="00EA7EE4" w:rsidRDefault="005F0E8A" w:rsidP="006E5469">
      <w:pPr>
        <w:tabs>
          <w:tab w:val="left" w:pos="900"/>
        </w:tabs>
      </w:pPr>
    </w:p>
    <w:p w:rsidR="005F0E8A" w:rsidRPr="006E5469" w:rsidRDefault="005F0E8A" w:rsidP="00092E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0E8A" w:rsidRPr="006E5469" w:rsidRDefault="005F0E8A" w:rsidP="00092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F0E8A" w:rsidRPr="006E5469" w:rsidSect="00F000AE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E00"/>
    <w:rsid w:val="000122A4"/>
    <w:rsid w:val="00083CC5"/>
    <w:rsid w:val="00092E26"/>
    <w:rsid w:val="000D7DD5"/>
    <w:rsid w:val="000E6DA4"/>
    <w:rsid w:val="0012426C"/>
    <w:rsid w:val="001429F4"/>
    <w:rsid w:val="00161246"/>
    <w:rsid w:val="00176A04"/>
    <w:rsid w:val="00184EFF"/>
    <w:rsid w:val="001B5A4D"/>
    <w:rsid w:val="00201406"/>
    <w:rsid w:val="0020259F"/>
    <w:rsid w:val="00302664"/>
    <w:rsid w:val="00305D9A"/>
    <w:rsid w:val="00336ABE"/>
    <w:rsid w:val="003B5DCF"/>
    <w:rsid w:val="003F321F"/>
    <w:rsid w:val="00420625"/>
    <w:rsid w:val="00470D46"/>
    <w:rsid w:val="00494653"/>
    <w:rsid w:val="004B3319"/>
    <w:rsid w:val="004C09D5"/>
    <w:rsid w:val="004F162E"/>
    <w:rsid w:val="005135C3"/>
    <w:rsid w:val="00527C86"/>
    <w:rsid w:val="00540EB7"/>
    <w:rsid w:val="00573307"/>
    <w:rsid w:val="005D1946"/>
    <w:rsid w:val="005F0E8A"/>
    <w:rsid w:val="006259C1"/>
    <w:rsid w:val="00634FDC"/>
    <w:rsid w:val="00636D14"/>
    <w:rsid w:val="00662D64"/>
    <w:rsid w:val="00673D79"/>
    <w:rsid w:val="006C7B77"/>
    <w:rsid w:val="006E5469"/>
    <w:rsid w:val="006E5CC0"/>
    <w:rsid w:val="00715FE6"/>
    <w:rsid w:val="00733BC3"/>
    <w:rsid w:val="00737277"/>
    <w:rsid w:val="007703E6"/>
    <w:rsid w:val="0078537F"/>
    <w:rsid w:val="007A38C3"/>
    <w:rsid w:val="007B02A7"/>
    <w:rsid w:val="00822D4B"/>
    <w:rsid w:val="00831543"/>
    <w:rsid w:val="00840D82"/>
    <w:rsid w:val="008807A4"/>
    <w:rsid w:val="008B0D7E"/>
    <w:rsid w:val="008D617B"/>
    <w:rsid w:val="008F4987"/>
    <w:rsid w:val="00975D92"/>
    <w:rsid w:val="00987D7D"/>
    <w:rsid w:val="009A317D"/>
    <w:rsid w:val="009C449F"/>
    <w:rsid w:val="009E246D"/>
    <w:rsid w:val="00A001FE"/>
    <w:rsid w:val="00A058C8"/>
    <w:rsid w:val="00A13336"/>
    <w:rsid w:val="00A24907"/>
    <w:rsid w:val="00A379F6"/>
    <w:rsid w:val="00A470F2"/>
    <w:rsid w:val="00AE5C47"/>
    <w:rsid w:val="00B22606"/>
    <w:rsid w:val="00B33250"/>
    <w:rsid w:val="00B33A73"/>
    <w:rsid w:val="00B51118"/>
    <w:rsid w:val="00B60636"/>
    <w:rsid w:val="00B61B28"/>
    <w:rsid w:val="00BF2BA3"/>
    <w:rsid w:val="00C227B8"/>
    <w:rsid w:val="00C328C3"/>
    <w:rsid w:val="00C4422B"/>
    <w:rsid w:val="00C568B9"/>
    <w:rsid w:val="00CA0409"/>
    <w:rsid w:val="00CC56CE"/>
    <w:rsid w:val="00CF00CC"/>
    <w:rsid w:val="00D31E00"/>
    <w:rsid w:val="00D35826"/>
    <w:rsid w:val="00D6221D"/>
    <w:rsid w:val="00D77E6F"/>
    <w:rsid w:val="00D846A4"/>
    <w:rsid w:val="00D960CE"/>
    <w:rsid w:val="00E61349"/>
    <w:rsid w:val="00E71C33"/>
    <w:rsid w:val="00E90E92"/>
    <w:rsid w:val="00EA7EE4"/>
    <w:rsid w:val="00EC3DE8"/>
    <w:rsid w:val="00EC7AA9"/>
    <w:rsid w:val="00EF7867"/>
    <w:rsid w:val="00F000AE"/>
    <w:rsid w:val="00F13253"/>
    <w:rsid w:val="00F94D60"/>
    <w:rsid w:val="00FC64C7"/>
    <w:rsid w:val="00FF4848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E00"/>
    <w:rPr>
      <w:rFonts w:ascii="Tahoma" w:hAnsi="Tahoma"/>
      <w:sz w:val="16"/>
    </w:rPr>
  </w:style>
  <w:style w:type="paragraph" w:customStyle="1" w:styleId="a">
    <w:name w:val="Таблицы (моноширинный)"/>
    <w:basedOn w:val="Normal"/>
    <w:next w:val="Normal"/>
    <w:uiPriority w:val="99"/>
    <w:rsid w:val="00527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7A38C3"/>
    <w:rPr>
      <w:rFonts w:cs="Times New Roman"/>
      <w:color w:val="0000FF"/>
      <w:u w:val="single"/>
    </w:rPr>
  </w:style>
  <w:style w:type="character" w:customStyle="1" w:styleId="a0">
    <w:name w:val="Гипертекстовая ссылка"/>
    <w:uiPriority w:val="99"/>
    <w:rsid w:val="00305D9A"/>
    <w:rPr>
      <w:color w:val="008000"/>
    </w:rPr>
  </w:style>
  <w:style w:type="table" w:styleId="TableGrid">
    <w:name w:val="Table Grid"/>
    <w:basedOn w:val="TableNormal"/>
    <w:uiPriority w:val="99"/>
    <w:rsid w:val="009C44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1</Pages>
  <Words>207</Words>
  <Characters>1183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</cp:lastModifiedBy>
  <cp:revision>22</cp:revision>
  <cp:lastPrinted>2018-11-28T11:07:00Z</cp:lastPrinted>
  <dcterms:created xsi:type="dcterms:W3CDTF">2011-01-24T14:51:00Z</dcterms:created>
  <dcterms:modified xsi:type="dcterms:W3CDTF">2018-11-28T11:08:00Z</dcterms:modified>
</cp:coreProperties>
</file>